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85A" w:rsidRDefault="005468D6" w:rsidP="005468D6">
      <w:pPr>
        <w:pStyle w:val="Title"/>
        <w:shd w:val="clear" w:color="auto" w:fill="C6D9F1" w:themeFill="text2" w:themeFillTint="33"/>
        <w:jc w:val="center"/>
      </w:pPr>
      <w:sdt>
        <w:sdtPr>
          <w:id w:val="97206406"/>
          <w:placeholder>
            <w:docPart w:val="42BD9C0A23A84CEEAD667A23F8EAC732"/>
          </w:placeholder>
          <w:text/>
        </w:sdtPr>
        <w:sdtEndPr/>
        <w:sdtContent>
          <w:r w:rsidR="00A46853">
            <w:t>Fletcher</w:t>
          </w:r>
        </w:sdtContent>
      </w:sdt>
      <w:r w:rsidR="00D3485A">
        <w:t xml:space="preserve"> </w:t>
      </w:r>
      <w:sdt>
        <w:sdtPr>
          <w:id w:val="97206409"/>
          <w:placeholder>
            <w:docPart w:val="2C4486B15DAA4357846000A9B29C700F"/>
          </w:placeholder>
          <w:text/>
        </w:sdtPr>
        <w:sdtEndPr/>
        <w:sdtContent>
          <w:proofErr w:type="spellStart"/>
          <w:r w:rsidR="00A46853">
            <w:t>Goldinger</w:t>
          </w:r>
          <w:proofErr w:type="spellEnd"/>
        </w:sdtContent>
      </w:sdt>
    </w:p>
    <w:p w:rsidR="005468D6" w:rsidRPr="005468D6" w:rsidRDefault="005468D6" w:rsidP="005468D6">
      <w:pPr>
        <w:pStyle w:val="Subtitle"/>
        <w:jc w:val="center"/>
        <w:rPr>
          <w:sz w:val="20"/>
          <w:szCs w:val="20"/>
        </w:rPr>
      </w:pPr>
      <w:sdt>
        <w:sdtPr>
          <w:rPr>
            <w:sz w:val="20"/>
            <w:szCs w:val="20"/>
          </w:rPr>
          <w:id w:val="1183329669"/>
          <w:placeholder>
            <w:docPart w:val="AAF077B918154FD0A3AD8B1E684B7B97"/>
          </w:placeholder>
          <w:text/>
        </w:sdtPr>
        <w:sdtContent>
          <w:r>
            <w:rPr>
              <w:sz w:val="20"/>
              <w:szCs w:val="20"/>
            </w:rPr>
            <w:t>1725 E Lindbergh St.</w:t>
          </w:r>
        </w:sdtContent>
      </w:sdt>
      <w:r w:rsidRPr="00DC2E8A">
        <w:rPr>
          <w:sz w:val="20"/>
          <w:szCs w:val="20"/>
        </w:rPr>
        <w:t xml:space="preserve"> </w:t>
      </w:r>
      <w:r w:rsidRPr="00DC2E8A">
        <w:rPr>
          <w:rFonts w:ascii="Times New Roman" w:hAnsi="Times New Roman" w:cs="Times New Roman"/>
          <w:sz w:val="20"/>
          <w:szCs w:val="20"/>
        </w:rPr>
        <w:t>●</w:t>
      </w:r>
      <w:r w:rsidRPr="00DC2E8A">
        <w:rPr>
          <w:rFonts w:ascii="Cambria" w:hAnsi="Cambria" w:cs="Cambria"/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-1933570519"/>
          <w:placeholder>
            <w:docPart w:val="3BE5AF5B687F4204A3CF8375F0755982"/>
          </w:placeholder>
          <w:text/>
        </w:sdtPr>
        <w:sdtContent>
          <w:r>
            <w:rPr>
              <w:sz w:val="20"/>
              <w:szCs w:val="20"/>
            </w:rPr>
            <w:t>Appleton</w:t>
          </w:r>
        </w:sdtContent>
      </w:sdt>
      <w:r w:rsidRPr="00DC2E8A">
        <w:rPr>
          <w:sz w:val="20"/>
          <w:szCs w:val="20"/>
        </w:rPr>
        <w:t xml:space="preserve">, </w:t>
      </w:r>
      <w:sdt>
        <w:sdtPr>
          <w:rPr>
            <w:sz w:val="20"/>
            <w:szCs w:val="20"/>
          </w:rPr>
          <w:id w:val="-1916083901"/>
          <w:placeholder>
            <w:docPart w:val="ACAF59EECE89451385D0E4CD62C9EBAD"/>
          </w:placeholder>
          <w:text/>
        </w:sdtPr>
        <w:sdtContent>
          <w:r>
            <w:rPr>
              <w:sz w:val="20"/>
              <w:szCs w:val="20"/>
            </w:rPr>
            <w:t>WI</w:t>
          </w:r>
        </w:sdtContent>
      </w:sdt>
      <w:r w:rsidRPr="00DC2E8A">
        <w:rPr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536019854"/>
          <w:placeholder>
            <w:docPart w:val="9E191B98CD4B42E2A39EB61822E62DA6"/>
          </w:placeholder>
          <w:text/>
        </w:sdtPr>
        <w:sdtContent>
          <w:r>
            <w:rPr>
              <w:sz w:val="20"/>
              <w:szCs w:val="20"/>
            </w:rPr>
            <w:t>54911</w:t>
          </w:r>
        </w:sdtContent>
      </w:sdt>
      <w:r w:rsidRPr="00DC2E8A">
        <w:rPr>
          <w:sz w:val="20"/>
          <w:szCs w:val="20"/>
        </w:rPr>
        <w:t xml:space="preserve"> </w:t>
      </w:r>
      <w:r w:rsidRPr="00DC2E8A">
        <w:rPr>
          <w:rFonts w:ascii="Times New Roman" w:hAnsi="Times New Roman" w:cs="Times New Roman"/>
          <w:sz w:val="20"/>
          <w:szCs w:val="20"/>
        </w:rPr>
        <w:t>●</w:t>
      </w:r>
      <w:r w:rsidRPr="00DC2E8A">
        <w:rPr>
          <w:rFonts w:ascii="Cambria" w:hAnsi="Cambria" w:cs="Cambria"/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-1262373241"/>
          <w:placeholder>
            <w:docPart w:val="43EFD636A68B4C1FA56DA5E3A4552591"/>
          </w:placeholder>
          <w:text/>
        </w:sdtPr>
        <w:sdtContent>
          <w:r>
            <w:rPr>
              <w:sz w:val="20"/>
              <w:szCs w:val="20"/>
            </w:rPr>
            <w:t>920-419-8867</w:t>
          </w:r>
        </w:sdtContent>
      </w:sdt>
      <w:r w:rsidRPr="00DC2E8A">
        <w:rPr>
          <w:sz w:val="20"/>
          <w:szCs w:val="20"/>
        </w:rPr>
        <w:t xml:space="preserve"> </w:t>
      </w:r>
      <w:r w:rsidRPr="00DC2E8A">
        <w:rPr>
          <w:rFonts w:ascii="Times New Roman" w:hAnsi="Times New Roman" w:cs="Times New Roman"/>
          <w:sz w:val="20"/>
          <w:szCs w:val="20"/>
        </w:rPr>
        <w:t>●</w:t>
      </w:r>
      <w:r w:rsidRPr="00DC2E8A">
        <w:rPr>
          <w:rFonts w:ascii="Cambria" w:hAnsi="Cambria" w:cs="Cambria"/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-1181345087"/>
          <w:placeholder>
            <w:docPart w:val="3ED152C592DD42FD9983E1C561691698"/>
          </w:placeholder>
          <w:text/>
        </w:sdtPr>
        <w:sdtContent>
          <w:r>
            <w:rPr>
              <w:sz w:val="20"/>
              <w:szCs w:val="20"/>
            </w:rPr>
            <w:t>thefletch32@gmail.com</w:t>
          </w:r>
        </w:sdtContent>
      </w:sdt>
    </w:p>
    <w:p w:rsidR="00A0046F" w:rsidRDefault="00A46853" w:rsidP="00CE173A">
      <w:pPr>
        <w:pStyle w:val="Heading1"/>
        <w:pBdr>
          <w:bottom w:val="single" w:sz="4" w:space="1" w:color="4F81BD" w:themeColor="accent1"/>
        </w:pBdr>
        <w:shd w:val="clear" w:color="auto" w:fill="C6D9F1" w:themeFill="text2" w:themeFillTint="33"/>
        <w:spacing w:line="240" w:lineRule="auto"/>
      </w:pPr>
      <w:r>
        <w:t>Education</w:t>
      </w:r>
    </w:p>
    <w:p w:rsidR="00A0046F" w:rsidRPr="00A46853" w:rsidRDefault="00A46853" w:rsidP="00A46853">
      <w:pPr>
        <w:pStyle w:val="ListParagraph"/>
        <w:numPr>
          <w:ilvl w:val="0"/>
          <w:numId w:val="8"/>
        </w:numPr>
        <w:spacing w:line="240" w:lineRule="auto"/>
      </w:pPr>
      <w:r>
        <w:t>Classical Charter School</w:t>
      </w:r>
      <w:r w:rsidR="00FD3A63">
        <w:tab/>
        <w:t xml:space="preserve"> Appleton, WI</w:t>
      </w:r>
      <w:r>
        <w:tab/>
      </w:r>
      <w:r w:rsidR="00FD3A63">
        <w:tab/>
      </w:r>
      <w:r>
        <w:rPr>
          <w:i/>
        </w:rPr>
        <w:t>2007-08</w:t>
      </w:r>
    </w:p>
    <w:p w:rsidR="00A46853" w:rsidRPr="00A46853" w:rsidRDefault="00A46853" w:rsidP="00A46853">
      <w:pPr>
        <w:pStyle w:val="ListParagraph"/>
        <w:numPr>
          <w:ilvl w:val="0"/>
          <w:numId w:val="8"/>
        </w:numPr>
        <w:spacing w:line="240" w:lineRule="auto"/>
      </w:pPr>
      <w:r>
        <w:t xml:space="preserve">Kaleidoscope Academy </w:t>
      </w:r>
      <w:r w:rsidR="00FD3A63">
        <w:t>C</w:t>
      </w:r>
      <w:r>
        <w:t xml:space="preserve">harter </w:t>
      </w:r>
      <w:r w:rsidR="00FD3A63">
        <w:t>S</w:t>
      </w:r>
      <w:r>
        <w:t>chool</w:t>
      </w:r>
      <w:r w:rsidR="006549D7">
        <w:tab/>
        <w:t>Appleton, WI</w:t>
      </w:r>
      <w:r w:rsidR="006549D7">
        <w:tab/>
      </w:r>
      <w:r>
        <w:tab/>
      </w:r>
      <w:r>
        <w:rPr>
          <w:i/>
        </w:rPr>
        <w:t>2008-09</w:t>
      </w:r>
    </w:p>
    <w:p w:rsidR="00A46853" w:rsidRPr="00A46853" w:rsidRDefault="00A46853" w:rsidP="00A46853">
      <w:pPr>
        <w:pStyle w:val="ListParagraph"/>
        <w:numPr>
          <w:ilvl w:val="0"/>
          <w:numId w:val="8"/>
        </w:numPr>
        <w:spacing w:line="240" w:lineRule="auto"/>
      </w:pPr>
      <w:r>
        <w:t>Appleton North High School</w:t>
      </w:r>
      <w:r w:rsidR="006549D7">
        <w:tab/>
      </w:r>
      <w:r>
        <w:t xml:space="preserve"> </w:t>
      </w:r>
      <w:r>
        <w:tab/>
      </w:r>
      <w:r w:rsidR="006549D7">
        <w:t>Appleton, WI</w:t>
      </w:r>
      <w:r w:rsidR="006549D7">
        <w:tab/>
      </w:r>
      <w:r w:rsidR="006549D7">
        <w:tab/>
      </w:r>
      <w:r w:rsidR="00C53C6D">
        <w:rPr>
          <w:i/>
        </w:rPr>
        <w:t>2009-</w:t>
      </w:r>
      <w:r>
        <w:rPr>
          <w:i/>
        </w:rPr>
        <w:t>Present</w:t>
      </w:r>
    </w:p>
    <w:p w:rsidR="00A46853" w:rsidRPr="00AE4BEF" w:rsidRDefault="00A46853" w:rsidP="00A46853">
      <w:pPr>
        <w:pStyle w:val="ListParagraph"/>
        <w:numPr>
          <w:ilvl w:val="0"/>
          <w:numId w:val="8"/>
        </w:numPr>
        <w:spacing w:line="240" w:lineRule="auto"/>
      </w:pPr>
      <w:r>
        <w:t xml:space="preserve">Appleton Career Academy </w:t>
      </w:r>
      <w:r w:rsidR="00FD3A63">
        <w:t>C</w:t>
      </w:r>
      <w:r>
        <w:t xml:space="preserve">harter </w:t>
      </w:r>
      <w:r w:rsidR="00FD3A63">
        <w:t>S</w:t>
      </w:r>
      <w:r>
        <w:t>chool</w:t>
      </w:r>
      <w:r w:rsidR="006549D7">
        <w:tab/>
        <w:t>Appleton, WI</w:t>
      </w:r>
      <w:r w:rsidR="006549D7">
        <w:tab/>
      </w:r>
      <w:r w:rsidR="006549D7">
        <w:tab/>
      </w:r>
      <w:bookmarkStart w:id="0" w:name="_GoBack"/>
      <w:bookmarkEnd w:id="0"/>
      <w:r w:rsidR="00C53C6D">
        <w:rPr>
          <w:i/>
        </w:rPr>
        <w:t>2011-</w:t>
      </w:r>
      <w:r>
        <w:rPr>
          <w:i/>
        </w:rPr>
        <w:t>Present</w:t>
      </w:r>
      <w:r>
        <w:t xml:space="preserve"> </w:t>
      </w:r>
    </w:p>
    <w:p w:rsidR="00D3485A" w:rsidRDefault="00A0046F" w:rsidP="00CE173A">
      <w:pPr>
        <w:pStyle w:val="Heading1"/>
        <w:pBdr>
          <w:bottom w:val="single" w:sz="4" w:space="1" w:color="4F81BD" w:themeColor="accent1"/>
        </w:pBdr>
        <w:shd w:val="clear" w:color="auto" w:fill="C6D9F1" w:themeFill="text2" w:themeFillTint="33"/>
        <w:spacing w:line="240" w:lineRule="auto"/>
      </w:pPr>
      <w:r>
        <w:t xml:space="preserve"> </w:t>
      </w:r>
      <w:r w:rsidR="00A46853">
        <w:t xml:space="preserve">Co-curricular Activities </w:t>
      </w:r>
    </w:p>
    <w:p w:rsidR="00D3485A" w:rsidRDefault="00A46853" w:rsidP="00A46853">
      <w:pPr>
        <w:pStyle w:val="ListParagraph"/>
        <w:numPr>
          <w:ilvl w:val="0"/>
          <w:numId w:val="9"/>
        </w:numPr>
        <w:spacing w:line="240" w:lineRule="auto"/>
      </w:pPr>
      <w:r>
        <w:t xml:space="preserve">Band 2006- </w:t>
      </w:r>
      <w:r w:rsidR="00FD3A63">
        <w:t>P</w:t>
      </w:r>
      <w:r>
        <w:t>resent</w:t>
      </w:r>
    </w:p>
    <w:p w:rsidR="00A46853" w:rsidRDefault="00A46853" w:rsidP="00A46853">
      <w:pPr>
        <w:pStyle w:val="ListParagraph"/>
        <w:numPr>
          <w:ilvl w:val="1"/>
          <w:numId w:val="9"/>
        </w:numPr>
        <w:spacing w:line="240" w:lineRule="auto"/>
      </w:pPr>
      <w:r>
        <w:t>ANHS Ho</w:t>
      </w:r>
      <w:r w:rsidR="00C53C6D">
        <w:t>nors Band 2011-</w:t>
      </w:r>
      <w:r>
        <w:t>present</w:t>
      </w:r>
    </w:p>
    <w:p w:rsidR="00A46853" w:rsidRDefault="00A46853" w:rsidP="00A46853">
      <w:pPr>
        <w:pStyle w:val="ListParagraph"/>
        <w:numPr>
          <w:ilvl w:val="0"/>
          <w:numId w:val="9"/>
        </w:numPr>
        <w:spacing w:line="240" w:lineRule="auto"/>
      </w:pPr>
      <w:r>
        <w:t xml:space="preserve">Choir </w:t>
      </w:r>
      <w:r w:rsidR="00C53C6D">
        <w:t xml:space="preserve">2004- </w:t>
      </w:r>
      <w:r w:rsidR="00FD3A63">
        <w:t>P</w:t>
      </w:r>
      <w:r w:rsidR="00C53C6D">
        <w:t>resent</w:t>
      </w:r>
    </w:p>
    <w:p w:rsidR="00C53C6D" w:rsidRDefault="00C53C6D" w:rsidP="00C53C6D">
      <w:pPr>
        <w:pStyle w:val="ListParagraph"/>
        <w:numPr>
          <w:ilvl w:val="1"/>
          <w:numId w:val="9"/>
        </w:numPr>
        <w:spacing w:line="240" w:lineRule="auto"/>
      </w:pPr>
      <w:r>
        <w:t xml:space="preserve">Appleton </w:t>
      </w:r>
      <w:proofErr w:type="spellStart"/>
      <w:r>
        <w:t>Boychoir</w:t>
      </w:r>
      <w:proofErr w:type="spellEnd"/>
      <w:r>
        <w:t xml:space="preserve"> 2004-2009</w:t>
      </w:r>
    </w:p>
    <w:p w:rsidR="002C5E04" w:rsidRDefault="002C5E04" w:rsidP="002C5E04">
      <w:pPr>
        <w:pStyle w:val="ListParagraph"/>
        <w:numPr>
          <w:ilvl w:val="2"/>
          <w:numId w:val="9"/>
        </w:numPr>
        <w:spacing w:line="240" w:lineRule="auto"/>
      </w:pPr>
      <w:r>
        <w:t xml:space="preserve">Performed with Chinese Children’s Choir in </w:t>
      </w:r>
      <w:r w:rsidR="00FD3A63">
        <w:t>Beijing</w:t>
      </w:r>
      <w:r>
        <w:t xml:space="preserve"> 2008</w:t>
      </w:r>
    </w:p>
    <w:p w:rsidR="00C53C6D" w:rsidRDefault="00C53C6D" w:rsidP="00C53C6D">
      <w:pPr>
        <w:pStyle w:val="ListParagraph"/>
        <w:numPr>
          <w:ilvl w:val="1"/>
          <w:numId w:val="9"/>
        </w:numPr>
        <w:spacing w:line="240" w:lineRule="auto"/>
      </w:pPr>
      <w:r>
        <w:t>ANHS North Choir 2011-</w:t>
      </w:r>
      <w:r w:rsidR="00FD3A63">
        <w:t>P</w:t>
      </w:r>
      <w:r>
        <w:t>resent</w:t>
      </w:r>
    </w:p>
    <w:p w:rsidR="00C53C6D" w:rsidRPr="00DC2E8A" w:rsidRDefault="00C53C6D" w:rsidP="00C53C6D">
      <w:pPr>
        <w:pStyle w:val="ListParagraph"/>
        <w:numPr>
          <w:ilvl w:val="0"/>
          <w:numId w:val="9"/>
        </w:numPr>
        <w:spacing w:line="240" w:lineRule="auto"/>
      </w:pPr>
      <w:r>
        <w:t>ANHS Teenage Republican Club</w:t>
      </w:r>
      <w:r w:rsidR="00FD3A63">
        <w:tab/>
      </w:r>
      <w:r w:rsidR="00FD3A63">
        <w:rPr>
          <w:i/>
        </w:rPr>
        <w:t>2010-Present</w:t>
      </w:r>
    </w:p>
    <w:p w:rsidR="00A0046F" w:rsidRPr="00DC2E8A" w:rsidRDefault="00C53C6D" w:rsidP="00CE173A">
      <w:pPr>
        <w:pStyle w:val="Heading1"/>
        <w:pBdr>
          <w:bottom w:val="single" w:sz="4" w:space="1" w:color="4F81BD" w:themeColor="accent1"/>
        </w:pBdr>
        <w:shd w:val="clear" w:color="auto" w:fill="C6D9F1" w:themeFill="text2" w:themeFillTint="33"/>
        <w:spacing w:line="240" w:lineRule="auto"/>
      </w:pPr>
      <w:r>
        <w:t>Volunteer Work</w:t>
      </w:r>
    </w:p>
    <w:p w:rsidR="00A0046F" w:rsidRPr="00DC2E8A" w:rsidRDefault="00A0046F" w:rsidP="00CE173A">
      <w:pPr>
        <w:pStyle w:val="Heading1"/>
        <w:pBdr>
          <w:bottom w:val="single" w:sz="4" w:space="1" w:color="4F81BD" w:themeColor="accent1"/>
        </w:pBdr>
        <w:shd w:val="clear" w:color="auto" w:fill="C6D9F1" w:themeFill="text2" w:themeFillTint="33"/>
        <w:spacing w:line="240" w:lineRule="auto"/>
        <w:sectPr w:rsidR="00A0046F" w:rsidRPr="00DC2E8A" w:rsidSect="0037394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0046F" w:rsidRDefault="00C53C6D" w:rsidP="00C53C6D">
      <w:pPr>
        <w:pStyle w:val="ListParagraph"/>
        <w:numPr>
          <w:ilvl w:val="0"/>
          <w:numId w:val="10"/>
        </w:numPr>
        <w:spacing w:line="240" w:lineRule="auto"/>
      </w:pPr>
      <w:r>
        <w:lastRenderedPageBreak/>
        <w:t>Appleton Alliance Church</w:t>
      </w:r>
      <w:r>
        <w:tab/>
      </w:r>
      <w:r>
        <w:rPr>
          <w:i/>
        </w:rPr>
        <w:t>2006-07 and 2010-11</w:t>
      </w:r>
    </w:p>
    <w:p w:rsidR="00FD3A63" w:rsidRDefault="00FD3A63" w:rsidP="00C53C6D">
      <w:pPr>
        <w:pStyle w:val="ListParagraph"/>
        <w:numPr>
          <w:ilvl w:val="1"/>
          <w:numId w:val="10"/>
        </w:numPr>
        <w:spacing w:line="240" w:lineRule="auto"/>
      </w:pPr>
      <w:r>
        <w:t>Weekly p</w:t>
      </w:r>
      <w:r>
        <w:t>reschool volu</w:t>
      </w:r>
      <w:r>
        <w:t xml:space="preserve">nteer for 15-20 kids  </w:t>
      </w:r>
    </w:p>
    <w:p w:rsidR="00FD3A63" w:rsidRDefault="00FD3A63" w:rsidP="00C53C6D">
      <w:pPr>
        <w:pStyle w:val="ListParagraph"/>
        <w:numPr>
          <w:ilvl w:val="1"/>
          <w:numId w:val="10"/>
        </w:numPr>
        <w:spacing w:line="240" w:lineRule="auto"/>
      </w:pPr>
      <w:r>
        <w:t>Responsible for</w:t>
      </w:r>
      <w:r>
        <w:t xml:space="preserve"> taking care of children ages 3-5</w:t>
      </w:r>
      <w:r>
        <w:t xml:space="preserve"> </w:t>
      </w:r>
    </w:p>
    <w:p w:rsidR="00FD3A63" w:rsidRDefault="00FD3A63" w:rsidP="00C53C6D">
      <w:pPr>
        <w:pStyle w:val="ListParagraph"/>
        <w:numPr>
          <w:ilvl w:val="1"/>
          <w:numId w:val="10"/>
        </w:numPr>
        <w:spacing w:line="240" w:lineRule="auto"/>
      </w:pPr>
      <w:r>
        <w:t>Monitor</w:t>
      </w:r>
      <w:r>
        <w:t xml:space="preserve"> games and activities</w:t>
      </w:r>
      <w:r w:rsidR="00100680">
        <w:t xml:space="preserve"> to ensure safety</w:t>
      </w:r>
      <w:r>
        <w:t xml:space="preserve"> </w:t>
      </w:r>
    </w:p>
    <w:p w:rsidR="00100680" w:rsidRDefault="00FD3A63" w:rsidP="00C53C6D">
      <w:pPr>
        <w:pStyle w:val="ListParagraph"/>
        <w:numPr>
          <w:ilvl w:val="1"/>
          <w:numId w:val="10"/>
        </w:numPr>
        <w:spacing w:line="240" w:lineRule="auto"/>
      </w:pPr>
      <w:r>
        <w:t>E</w:t>
      </w:r>
      <w:r>
        <w:t xml:space="preserve">ntertain children </w:t>
      </w:r>
      <w:r w:rsidR="00100680">
        <w:t>between activities</w:t>
      </w:r>
    </w:p>
    <w:p w:rsidR="00FD3A63" w:rsidRDefault="00100680" w:rsidP="00C53C6D">
      <w:pPr>
        <w:pStyle w:val="ListParagraph"/>
        <w:numPr>
          <w:ilvl w:val="1"/>
          <w:numId w:val="10"/>
        </w:numPr>
        <w:spacing w:line="240" w:lineRule="auto"/>
      </w:pPr>
      <w:r>
        <w:t>Prepare</w:t>
      </w:r>
      <w:r w:rsidR="00FD3A63">
        <w:t xml:space="preserve"> snacks</w:t>
      </w:r>
      <w:r>
        <w:t xml:space="preserve"> in a sanitary environment</w:t>
      </w:r>
    </w:p>
    <w:p w:rsidR="002C5E04" w:rsidRPr="00100680" w:rsidRDefault="002C5E04" w:rsidP="002C5E04">
      <w:pPr>
        <w:pStyle w:val="ListParagraph"/>
        <w:numPr>
          <w:ilvl w:val="0"/>
          <w:numId w:val="10"/>
        </w:numPr>
        <w:spacing w:line="240" w:lineRule="auto"/>
      </w:pPr>
      <w:r>
        <w:t>Appleton Alliance Church</w:t>
      </w:r>
      <w:r>
        <w:tab/>
      </w:r>
      <w:r>
        <w:rPr>
          <w:i/>
        </w:rPr>
        <w:t>2009</w:t>
      </w:r>
    </w:p>
    <w:p w:rsidR="00100680" w:rsidRPr="002C5E04" w:rsidRDefault="00100680" w:rsidP="00100680">
      <w:pPr>
        <w:pStyle w:val="ListParagraph"/>
        <w:numPr>
          <w:ilvl w:val="1"/>
          <w:numId w:val="10"/>
        </w:numPr>
        <w:spacing w:line="240" w:lineRule="auto"/>
      </w:pPr>
      <w:r>
        <w:t>Turtle Mountain</w:t>
      </w:r>
      <w:r>
        <w:t>, North Dakota</w:t>
      </w:r>
      <w:r>
        <w:t xml:space="preserve"> mission trip</w:t>
      </w:r>
    </w:p>
    <w:p w:rsidR="00100680" w:rsidRDefault="00100680" w:rsidP="00100680">
      <w:pPr>
        <w:pStyle w:val="ListParagraph"/>
        <w:numPr>
          <w:ilvl w:val="1"/>
          <w:numId w:val="10"/>
        </w:numPr>
        <w:spacing w:line="240" w:lineRule="auto"/>
      </w:pPr>
      <w:r>
        <w:t>H</w:t>
      </w:r>
      <w:r w:rsidR="002C5E04">
        <w:t>elp</w:t>
      </w:r>
      <w:r>
        <w:t>ed</w:t>
      </w:r>
      <w:r w:rsidR="002C5E04">
        <w:t xml:space="preserve"> run children’s bible camp in Turtle Mountain Indian reservation</w:t>
      </w:r>
    </w:p>
    <w:p w:rsidR="00100680" w:rsidRDefault="00100680" w:rsidP="00100680">
      <w:pPr>
        <w:pStyle w:val="ListParagraph"/>
        <w:numPr>
          <w:ilvl w:val="2"/>
          <w:numId w:val="10"/>
        </w:numPr>
        <w:spacing w:line="240" w:lineRule="auto"/>
      </w:pPr>
      <w:r>
        <w:t>Games with kids</w:t>
      </w:r>
    </w:p>
    <w:p w:rsidR="00100680" w:rsidRDefault="00100680" w:rsidP="00100680">
      <w:pPr>
        <w:pStyle w:val="ListParagraph"/>
        <w:numPr>
          <w:ilvl w:val="2"/>
          <w:numId w:val="10"/>
        </w:numPr>
        <w:spacing w:line="240" w:lineRule="auto"/>
      </w:pPr>
      <w:r>
        <w:t>Setting up activities</w:t>
      </w:r>
    </w:p>
    <w:p w:rsidR="002C5E04" w:rsidRDefault="00100680" w:rsidP="002C5E04">
      <w:pPr>
        <w:pStyle w:val="ListParagraph"/>
        <w:numPr>
          <w:ilvl w:val="1"/>
          <w:numId w:val="10"/>
        </w:numPr>
        <w:spacing w:line="240" w:lineRule="auto"/>
      </w:pPr>
      <w:r>
        <w:t>Work on church and house</w:t>
      </w:r>
    </w:p>
    <w:p w:rsidR="00100680" w:rsidRDefault="00100680" w:rsidP="00100680">
      <w:pPr>
        <w:pStyle w:val="ListParagraph"/>
        <w:numPr>
          <w:ilvl w:val="2"/>
          <w:numId w:val="10"/>
        </w:numPr>
        <w:spacing w:line="240" w:lineRule="auto"/>
      </w:pPr>
      <w:r>
        <w:t>Repaired a sub pump</w:t>
      </w:r>
    </w:p>
    <w:p w:rsidR="00100680" w:rsidRDefault="00100680" w:rsidP="00100680">
      <w:pPr>
        <w:pStyle w:val="ListParagraph"/>
        <w:numPr>
          <w:ilvl w:val="2"/>
          <w:numId w:val="10"/>
        </w:numPr>
        <w:spacing w:line="240" w:lineRule="auto"/>
      </w:pPr>
      <w:r>
        <w:t>Dug a trench</w:t>
      </w:r>
    </w:p>
    <w:p w:rsidR="00FD3A63" w:rsidRPr="00FD3A63" w:rsidRDefault="002C5E04" w:rsidP="002C5E04">
      <w:pPr>
        <w:pStyle w:val="ListParagraph"/>
        <w:numPr>
          <w:ilvl w:val="0"/>
          <w:numId w:val="10"/>
        </w:numPr>
        <w:spacing w:line="240" w:lineRule="auto"/>
      </w:pPr>
      <w:r>
        <w:t xml:space="preserve"> </w:t>
      </w:r>
      <w:r w:rsidR="00C53C6D">
        <w:t xml:space="preserve"> </w:t>
      </w:r>
      <w:r w:rsidR="00FD3A63">
        <w:t>Sib Shop</w:t>
      </w:r>
      <w:r w:rsidR="00FD3A63">
        <w:tab/>
      </w:r>
      <w:r w:rsidR="00FD3A63">
        <w:rPr>
          <w:i/>
        </w:rPr>
        <w:t>2010-Present</w:t>
      </w:r>
    </w:p>
    <w:p w:rsidR="006549D7" w:rsidRDefault="006549D7" w:rsidP="00FD3A63">
      <w:pPr>
        <w:pStyle w:val="ListParagraph"/>
        <w:numPr>
          <w:ilvl w:val="1"/>
          <w:numId w:val="10"/>
        </w:numPr>
        <w:spacing w:line="240" w:lineRule="auto"/>
      </w:pPr>
      <w:r>
        <w:t>Sib Days of Summer camp</w:t>
      </w:r>
      <w:r>
        <w:t>- week ling camp for siblings of disabled children</w:t>
      </w:r>
    </w:p>
    <w:p w:rsidR="006549D7" w:rsidRDefault="006549D7" w:rsidP="00FD3A63">
      <w:pPr>
        <w:pStyle w:val="ListParagraph"/>
        <w:numPr>
          <w:ilvl w:val="1"/>
          <w:numId w:val="10"/>
        </w:numPr>
        <w:spacing w:line="240" w:lineRule="auto"/>
      </w:pPr>
      <w:r>
        <w:t>Worked with a group of 6 kids ages 5-8</w:t>
      </w:r>
    </w:p>
    <w:p w:rsidR="006549D7" w:rsidRDefault="006549D7" w:rsidP="00FD3A63">
      <w:pPr>
        <w:pStyle w:val="ListParagraph"/>
        <w:numPr>
          <w:ilvl w:val="1"/>
          <w:numId w:val="10"/>
        </w:numPr>
        <w:spacing w:line="240" w:lineRule="auto"/>
      </w:pPr>
      <w:r>
        <w:t>Assisted in games</w:t>
      </w:r>
    </w:p>
    <w:p w:rsidR="006549D7" w:rsidRDefault="006549D7" w:rsidP="00FD3A63">
      <w:pPr>
        <w:pStyle w:val="ListParagraph"/>
        <w:numPr>
          <w:ilvl w:val="1"/>
          <w:numId w:val="10"/>
        </w:numPr>
        <w:spacing w:line="240" w:lineRule="auto"/>
      </w:pPr>
      <w:r>
        <w:t>Played with kids on playground</w:t>
      </w:r>
    </w:p>
    <w:p w:rsidR="00C53C6D" w:rsidRPr="00DC2E8A" w:rsidRDefault="006549D7" w:rsidP="00FD3A63">
      <w:pPr>
        <w:pStyle w:val="ListParagraph"/>
        <w:numPr>
          <w:ilvl w:val="1"/>
          <w:numId w:val="10"/>
        </w:numPr>
        <w:spacing w:line="240" w:lineRule="auto"/>
      </w:pPr>
      <w:r>
        <w:t>Maintained safety</w:t>
      </w:r>
      <w:r w:rsidR="00FD3A63">
        <w:t xml:space="preserve">   </w:t>
      </w:r>
    </w:p>
    <w:p w:rsidR="009E4833" w:rsidRPr="00DC2E8A" w:rsidRDefault="006549D7" w:rsidP="00CE173A">
      <w:pPr>
        <w:pStyle w:val="Heading1"/>
        <w:pBdr>
          <w:bottom w:val="single" w:sz="4" w:space="1" w:color="4F81BD" w:themeColor="accent1"/>
        </w:pBdr>
        <w:shd w:val="clear" w:color="auto" w:fill="C6D9F1" w:themeFill="text2" w:themeFillTint="33"/>
        <w:spacing w:line="240" w:lineRule="auto"/>
      </w:pPr>
      <w:r>
        <w:lastRenderedPageBreak/>
        <w:t>Job</w:t>
      </w:r>
      <w:r w:rsidR="009E4833" w:rsidRPr="00DC2E8A">
        <w:t xml:space="preserve"> Experience</w:t>
      </w:r>
    </w:p>
    <w:p w:rsidR="009E4833" w:rsidRPr="00DC2E8A" w:rsidRDefault="009E4833" w:rsidP="00CE173A">
      <w:pPr>
        <w:pStyle w:val="Heading1"/>
        <w:pBdr>
          <w:bottom w:val="single" w:sz="4" w:space="1" w:color="4F81BD" w:themeColor="accent1"/>
        </w:pBdr>
        <w:shd w:val="clear" w:color="auto" w:fill="C6D9F1" w:themeFill="text2" w:themeFillTint="33"/>
        <w:spacing w:line="240" w:lineRule="auto"/>
        <w:sectPr w:rsidR="009E4833" w:rsidRPr="00DC2E8A" w:rsidSect="00A0046F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87D55" w:rsidRPr="005468D6" w:rsidRDefault="005468D6" w:rsidP="005468D6">
      <w:pPr>
        <w:pStyle w:val="ListParagraph"/>
        <w:numPr>
          <w:ilvl w:val="0"/>
          <w:numId w:val="11"/>
        </w:numPr>
        <w:spacing w:line="240" w:lineRule="auto"/>
      </w:pPr>
      <w:r>
        <w:lastRenderedPageBreak/>
        <w:t>Lawn Care</w:t>
      </w:r>
      <w:r>
        <w:tab/>
        <w:t>Appleton, WI</w:t>
      </w:r>
      <w:r>
        <w:tab/>
      </w:r>
      <w:r>
        <w:tab/>
      </w:r>
      <w:r>
        <w:rPr>
          <w:i/>
        </w:rPr>
        <w:t>2007-Presemt</w:t>
      </w:r>
    </w:p>
    <w:p w:rsidR="005468D6" w:rsidRDefault="005468D6" w:rsidP="005468D6">
      <w:pPr>
        <w:pStyle w:val="ListParagraph"/>
        <w:numPr>
          <w:ilvl w:val="1"/>
          <w:numId w:val="11"/>
        </w:numPr>
        <w:spacing w:line="240" w:lineRule="auto"/>
      </w:pPr>
      <w:r>
        <w:t>Cut grass/ maintained proper lawn conditions</w:t>
      </w:r>
    </w:p>
    <w:p w:rsidR="005468D6" w:rsidRDefault="005468D6" w:rsidP="005468D6">
      <w:pPr>
        <w:pStyle w:val="ListParagraph"/>
        <w:numPr>
          <w:ilvl w:val="1"/>
          <w:numId w:val="11"/>
        </w:numPr>
        <w:spacing w:line="240" w:lineRule="auto"/>
      </w:pPr>
      <w:r>
        <w:t>Took care of lawns for extended periods of time while owners were away</w:t>
      </w:r>
    </w:p>
    <w:p w:rsidR="005468D6" w:rsidRPr="005468D6" w:rsidRDefault="005468D6" w:rsidP="005468D6">
      <w:pPr>
        <w:pStyle w:val="ListParagraph"/>
        <w:numPr>
          <w:ilvl w:val="0"/>
          <w:numId w:val="11"/>
        </w:numPr>
        <w:spacing w:line="240" w:lineRule="auto"/>
      </w:pPr>
      <w:r>
        <w:t xml:space="preserve">McDonald’s </w:t>
      </w:r>
      <w:r>
        <w:tab/>
        <w:t>Little Chute, WI</w:t>
      </w:r>
      <w:r>
        <w:tab/>
      </w:r>
      <w:r>
        <w:rPr>
          <w:i/>
        </w:rPr>
        <w:t>August 2010-Present</w:t>
      </w:r>
    </w:p>
    <w:p w:rsidR="005468D6" w:rsidRDefault="005468D6" w:rsidP="005468D6">
      <w:pPr>
        <w:pStyle w:val="ListParagraph"/>
        <w:numPr>
          <w:ilvl w:val="1"/>
          <w:numId w:val="11"/>
        </w:numPr>
        <w:spacing w:line="240" w:lineRule="auto"/>
      </w:pPr>
      <w:r>
        <w:t>Part time crew member</w:t>
      </w:r>
    </w:p>
    <w:p w:rsidR="005468D6" w:rsidRDefault="005468D6" w:rsidP="005468D6">
      <w:pPr>
        <w:pStyle w:val="ListParagraph"/>
        <w:numPr>
          <w:ilvl w:val="1"/>
          <w:numId w:val="11"/>
        </w:numPr>
        <w:spacing w:line="240" w:lineRule="auto"/>
      </w:pPr>
      <w:r>
        <w:t>Front counter/ drive through register use</w:t>
      </w:r>
    </w:p>
    <w:p w:rsidR="005468D6" w:rsidRPr="005468D6" w:rsidRDefault="005468D6" w:rsidP="005468D6">
      <w:pPr>
        <w:pStyle w:val="ListParagraph"/>
        <w:numPr>
          <w:ilvl w:val="1"/>
          <w:numId w:val="11"/>
        </w:numPr>
        <w:spacing w:line="240" w:lineRule="auto"/>
      </w:pPr>
      <w:r>
        <w:t>Fast paced order assembly</w:t>
      </w:r>
    </w:p>
    <w:p w:rsidR="004A00E0" w:rsidRDefault="004A00E0" w:rsidP="004A00E0">
      <w:pPr>
        <w:pStyle w:val="ListParagraph"/>
      </w:pPr>
      <w:r>
        <w:br w:type="page"/>
      </w:r>
    </w:p>
    <w:p w:rsidR="00CC14E8" w:rsidRPr="00E65FB9" w:rsidRDefault="00CC14E8" w:rsidP="00E65FB9">
      <w:pPr>
        <w:spacing w:line="240" w:lineRule="auto"/>
        <w:rPr>
          <w:b/>
          <w:color w:val="FF0000"/>
        </w:rPr>
      </w:pPr>
    </w:p>
    <w:sectPr w:rsidR="00CC14E8" w:rsidRPr="00E65FB9" w:rsidSect="00B44D49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54580"/>
    <w:multiLevelType w:val="hybridMultilevel"/>
    <w:tmpl w:val="F68C14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88E6E0F"/>
    <w:multiLevelType w:val="hybridMultilevel"/>
    <w:tmpl w:val="074E8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F3355E"/>
    <w:multiLevelType w:val="hybridMultilevel"/>
    <w:tmpl w:val="1BCCB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643F58"/>
    <w:multiLevelType w:val="hybridMultilevel"/>
    <w:tmpl w:val="849485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387516F"/>
    <w:multiLevelType w:val="hybridMultilevel"/>
    <w:tmpl w:val="B3EAC6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2FA1476"/>
    <w:multiLevelType w:val="hybridMultilevel"/>
    <w:tmpl w:val="449A24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5967EF"/>
    <w:multiLevelType w:val="hybridMultilevel"/>
    <w:tmpl w:val="2FA06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73289C"/>
    <w:multiLevelType w:val="hybridMultilevel"/>
    <w:tmpl w:val="404AB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241556"/>
    <w:multiLevelType w:val="hybridMultilevel"/>
    <w:tmpl w:val="6EFC4F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5"/>
  </w:num>
  <w:num w:numId="7">
    <w:abstractNumId w:val="0"/>
  </w:num>
  <w:num w:numId="8">
    <w:abstractNumId w:val="2"/>
  </w:num>
  <w:num w:numId="9">
    <w:abstractNumId w:val="6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853"/>
    <w:rsid w:val="00040C1F"/>
    <w:rsid w:val="000C1202"/>
    <w:rsid w:val="000E7D85"/>
    <w:rsid w:val="00100680"/>
    <w:rsid w:val="00220409"/>
    <w:rsid w:val="002C5E04"/>
    <w:rsid w:val="003252E4"/>
    <w:rsid w:val="00373949"/>
    <w:rsid w:val="003B0BB1"/>
    <w:rsid w:val="004A00E0"/>
    <w:rsid w:val="005468D6"/>
    <w:rsid w:val="006549D7"/>
    <w:rsid w:val="007B0895"/>
    <w:rsid w:val="009674F2"/>
    <w:rsid w:val="009E4833"/>
    <w:rsid w:val="00A0046F"/>
    <w:rsid w:val="00A46853"/>
    <w:rsid w:val="00AE4BEF"/>
    <w:rsid w:val="00B225FD"/>
    <w:rsid w:val="00B44D49"/>
    <w:rsid w:val="00BC35C7"/>
    <w:rsid w:val="00C03455"/>
    <w:rsid w:val="00C53C6D"/>
    <w:rsid w:val="00CC14E8"/>
    <w:rsid w:val="00CE173A"/>
    <w:rsid w:val="00D3485A"/>
    <w:rsid w:val="00DA5ADF"/>
    <w:rsid w:val="00DC2E8A"/>
    <w:rsid w:val="00E65FB9"/>
    <w:rsid w:val="00F87D55"/>
    <w:rsid w:val="00FD3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Kaplan formatting"/>
    <w:qFormat/>
    <w:rsid w:val="009674F2"/>
    <w:pPr>
      <w:spacing w:line="48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74F2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E4B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674F2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674F2"/>
    <w:rPr>
      <w:rFonts w:ascii="Times New Roman" w:eastAsiaTheme="majorEastAsia" w:hAnsi="Times New Roman" w:cstheme="majorBidi"/>
      <w:b/>
      <w:bCs/>
      <w:color w:val="365F91" w:themeColor="accent1" w:themeShade="BF"/>
      <w:sz w:val="24"/>
      <w:szCs w:val="28"/>
    </w:rPr>
  </w:style>
  <w:style w:type="character" w:styleId="PlaceholderText">
    <w:name w:val="Placeholder Text"/>
    <w:basedOn w:val="DefaultParagraphFont"/>
    <w:uiPriority w:val="99"/>
    <w:semiHidden/>
    <w:rsid w:val="00D3485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4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85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0046F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AE4B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E4B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AE4BE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E4B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AE4B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trong">
    <w:name w:val="Strong"/>
    <w:basedOn w:val="DefaultParagraphFont"/>
    <w:uiPriority w:val="22"/>
    <w:qFormat/>
    <w:rsid w:val="00DC2E8A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B225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25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25FD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25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25FD"/>
    <w:rPr>
      <w:rFonts w:ascii="Times New Roman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B0895"/>
    <w:pPr>
      <w:spacing w:after="0" w:line="240" w:lineRule="auto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Kaplan formatting"/>
    <w:qFormat/>
    <w:rsid w:val="009674F2"/>
    <w:pPr>
      <w:spacing w:line="48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74F2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E4B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674F2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674F2"/>
    <w:rPr>
      <w:rFonts w:ascii="Times New Roman" w:eastAsiaTheme="majorEastAsia" w:hAnsi="Times New Roman" w:cstheme="majorBidi"/>
      <w:b/>
      <w:bCs/>
      <w:color w:val="365F91" w:themeColor="accent1" w:themeShade="BF"/>
      <w:sz w:val="24"/>
      <w:szCs w:val="28"/>
    </w:rPr>
  </w:style>
  <w:style w:type="character" w:styleId="PlaceholderText">
    <w:name w:val="Placeholder Text"/>
    <w:basedOn w:val="DefaultParagraphFont"/>
    <w:uiPriority w:val="99"/>
    <w:semiHidden/>
    <w:rsid w:val="00D3485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4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85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0046F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AE4B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E4B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AE4BE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E4B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AE4B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trong">
    <w:name w:val="Strong"/>
    <w:basedOn w:val="DefaultParagraphFont"/>
    <w:uiPriority w:val="22"/>
    <w:qFormat/>
    <w:rsid w:val="00DC2E8A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B225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25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25FD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25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25FD"/>
    <w:rPr>
      <w:rFonts w:ascii="Times New Roman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B0895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glossaryDocument" Target="glossary/document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asd\students\2013\GOL513102\appdata\Microsoft\Templates\TP03000198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2BD9C0A23A84CEEAD667A23F8EAC7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746293-B2E8-4BC8-B0A2-67E5B4A66174}"/>
      </w:docPartPr>
      <w:docPartBody>
        <w:p w:rsidR="00000000" w:rsidRDefault="00643439">
          <w:pPr>
            <w:pStyle w:val="42BD9C0A23A84CEEAD667A23F8EAC732"/>
          </w:pPr>
          <w:r>
            <w:t>[</w:t>
          </w:r>
          <w:r>
            <w:rPr>
              <w:rStyle w:val="PlaceholderText"/>
            </w:rPr>
            <w:t>First Name]</w:t>
          </w:r>
        </w:p>
      </w:docPartBody>
    </w:docPart>
    <w:docPart>
      <w:docPartPr>
        <w:name w:val="2C4486B15DAA4357846000A9B29C70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764D40-8D56-4E84-9034-99D7C60CBF37}"/>
      </w:docPartPr>
      <w:docPartBody>
        <w:p w:rsidR="00000000" w:rsidRDefault="00643439">
          <w:pPr>
            <w:pStyle w:val="2C4486B15DAA4357846000A9B29C700F"/>
          </w:pPr>
          <w:r>
            <w:t>[</w:t>
          </w:r>
          <w:r>
            <w:rPr>
              <w:rStyle w:val="PlaceholderText"/>
            </w:rPr>
            <w:t>Last Name]</w:t>
          </w:r>
        </w:p>
      </w:docPartBody>
    </w:docPart>
    <w:docPart>
      <w:docPartPr>
        <w:name w:val="AAF077B918154FD0A3AD8B1E684B7B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E61D44-75C2-4DA4-8BC4-33D81FBC26CE}"/>
      </w:docPartPr>
      <w:docPartBody>
        <w:p w:rsidR="00000000" w:rsidRDefault="00643439" w:rsidP="00643439">
          <w:pPr>
            <w:pStyle w:val="AAF077B918154FD0A3AD8B1E684B7B97"/>
          </w:pPr>
          <w:r>
            <w:rPr>
              <w:sz w:val="20"/>
              <w:szCs w:val="20"/>
            </w:rPr>
            <w:t>[</w:t>
          </w:r>
          <w:r w:rsidRPr="00DC2E8A">
            <w:rPr>
              <w:rStyle w:val="PlaceholderText"/>
              <w:sz w:val="20"/>
              <w:szCs w:val="20"/>
            </w:rPr>
            <w:t>Street Address</w:t>
          </w:r>
          <w:r>
            <w:rPr>
              <w:rStyle w:val="PlaceholderText"/>
              <w:sz w:val="20"/>
              <w:szCs w:val="20"/>
            </w:rPr>
            <w:t>]</w:t>
          </w:r>
        </w:p>
      </w:docPartBody>
    </w:docPart>
    <w:docPart>
      <w:docPartPr>
        <w:name w:val="3BE5AF5B687F4204A3CF8375F07559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E45A38-5EBD-4CFD-B8B4-4A9EFA6B93FA}"/>
      </w:docPartPr>
      <w:docPartBody>
        <w:p w:rsidR="00000000" w:rsidRDefault="00643439" w:rsidP="00643439">
          <w:pPr>
            <w:pStyle w:val="3BE5AF5B687F4204A3CF8375F0755982"/>
          </w:pPr>
          <w:r>
            <w:rPr>
              <w:sz w:val="20"/>
              <w:szCs w:val="20"/>
            </w:rPr>
            <w:t>[</w:t>
          </w:r>
          <w:r w:rsidRPr="00DC2E8A">
            <w:rPr>
              <w:rStyle w:val="PlaceholderText"/>
              <w:sz w:val="20"/>
              <w:szCs w:val="20"/>
            </w:rPr>
            <w:t>City</w:t>
          </w:r>
          <w:r>
            <w:rPr>
              <w:rStyle w:val="PlaceholderText"/>
              <w:sz w:val="20"/>
              <w:szCs w:val="20"/>
            </w:rPr>
            <w:t>]</w:t>
          </w:r>
        </w:p>
      </w:docPartBody>
    </w:docPart>
    <w:docPart>
      <w:docPartPr>
        <w:name w:val="ACAF59EECE89451385D0E4CD62C9E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1AD877-0AFC-437F-A262-AABD82317391}"/>
      </w:docPartPr>
      <w:docPartBody>
        <w:p w:rsidR="00000000" w:rsidRDefault="00643439" w:rsidP="00643439">
          <w:pPr>
            <w:pStyle w:val="ACAF59EECE89451385D0E4CD62C9EBAD"/>
          </w:pPr>
          <w:r>
            <w:rPr>
              <w:sz w:val="20"/>
              <w:szCs w:val="20"/>
            </w:rPr>
            <w:t>[</w:t>
          </w:r>
          <w:r w:rsidRPr="00DC2E8A">
            <w:rPr>
              <w:rStyle w:val="PlaceholderText"/>
              <w:sz w:val="20"/>
              <w:szCs w:val="20"/>
            </w:rPr>
            <w:t>State</w:t>
          </w:r>
          <w:r>
            <w:rPr>
              <w:rStyle w:val="PlaceholderText"/>
              <w:sz w:val="20"/>
              <w:szCs w:val="20"/>
            </w:rPr>
            <w:t>]</w:t>
          </w:r>
        </w:p>
      </w:docPartBody>
    </w:docPart>
    <w:docPart>
      <w:docPartPr>
        <w:name w:val="9E191B98CD4B42E2A39EB61822E62D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F2DD97-0B4F-44D2-9F68-192365E09E1D}"/>
      </w:docPartPr>
      <w:docPartBody>
        <w:p w:rsidR="00000000" w:rsidRDefault="00643439" w:rsidP="00643439">
          <w:pPr>
            <w:pStyle w:val="9E191B98CD4B42E2A39EB61822E62DA6"/>
          </w:pPr>
          <w:r>
            <w:rPr>
              <w:sz w:val="20"/>
              <w:szCs w:val="20"/>
            </w:rPr>
            <w:t>[</w:t>
          </w:r>
          <w:r w:rsidRPr="00DC2E8A">
            <w:rPr>
              <w:rStyle w:val="PlaceholderText"/>
              <w:sz w:val="20"/>
              <w:szCs w:val="20"/>
            </w:rPr>
            <w:t>Zip</w:t>
          </w:r>
          <w:r>
            <w:rPr>
              <w:rStyle w:val="PlaceholderText"/>
              <w:sz w:val="20"/>
              <w:szCs w:val="20"/>
            </w:rPr>
            <w:t>]</w:t>
          </w:r>
        </w:p>
      </w:docPartBody>
    </w:docPart>
    <w:docPart>
      <w:docPartPr>
        <w:name w:val="43EFD636A68B4C1FA56DA5E3A45525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31901F-3E98-497B-8426-E1D7D07F868E}"/>
      </w:docPartPr>
      <w:docPartBody>
        <w:p w:rsidR="00000000" w:rsidRDefault="00643439" w:rsidP="00643439">
          <w:pPr>
            <w:pStyle w:val="43EFD636A68B4C1FA56DA5E3A4552591"/>
          </w:pPr>
          <w:r>
            <w:rPr>
              <w:sz w:val="20"/>
              <w:szCs w:val="20"/>
            </w:rPr>
            <w:t>[</w:t>
          </w:r>
          <w:r w:rsidRPr="00DC2E8A">
            <w:rPr>
              <w:rStyle w:val="PlaceholderText"/>
              <w:sz w:val="20"/>
              <w:szCs w:val="20"/>
            </w:rPr>
            <w:t>Daytime Phone</w:t>
          </w:r>
          <w:r>
            <w:rPr>
              <w:rStyle w:val="PlaceholderText"/>
              <w:sz w:val="20"/>
              <w:szCs w:val="20"/>
            </w:rPr>
            <w:t>]</w:t>
          </w:r>
        </w:p>
      </w:docPartBody>
    </w:docPart>
    <w:docPart>
      <w:docPartPr>
        <w:name w:val="3ED152C592DD42FD9983E1C5616916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F8B588-3B76-49E2-B545-4D30830F2998}"/>
      </w:docPartPr>
      <w:docPartBody>
        <w:p w:rsidR="00000000" w:rsidRDefault="00643439" w:rsidP="00643439">
          <w:pPr>
            <w:pStyle w:val="3ED152C592DD42FD9983E1C561691698"/>
          </w:pPr>
          <w:r>
            <w:rPr>
              <w:sz w:val="20"/>
              <w:szCs w:val="20"/>
            </w:rPr>
            <w:t>[</w:t>
          </w:r>
          <w:r w:rsidRPr="00DC2E8A">
            <w:rPr>
              <w:rStyle w:val="PlaceholderText"/>
              <w:sz w:val="20"/>
              <w:szCs w:val="20"/>
            </w:rPr>
            <w:t>E-mail Address</w:t>
          </w:r>
          <w:r>
            <w:rPr>
              <w:rStyle w:val="PlaceholderText"/>
              <w:sz w:val="20"/>
              <w:szCs w:val="20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439"/>
    <w:rsid w:val="0064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43439"/>
    <w:rPr>
      <w:color w:val="808080"/>
    </w:rPr>
  </w:style>
  <w:style w:type="paragraph" w:customStyle="1" w:styleId="7D9CEC25176F4504A97345B1F2823FA9">
    <w:name w:val="7D9CEC25176F4504A97345B1F2823FA9"/>
  </w:style>
  <w:style w:type="paragraph" w:customStyle="1" w:styleId="A39284A1D15C46F299026B54E8ECD7A7">
    <w:name w:val="A39284A1D15C46F299026B54E8ECD7A7"/>
  </w:style>
  <w:style w:type="paragraph" w:customStyle="1" w:styleId="5E4223480B21487DA9522169D66F4857">
    <w:name w:val="5E4223480B21487DA9522169D66F4857"/>
  </w:style>
  <w:style w:type="paragraph" w:customStyle="1" w:styleId="E5DD38667D0A41CC9D89DE8CF7308067">
    <w:name w:val="E5DD38667D0A41CC9D89DE8CF7308067"/>
  </w:style>
  <w:style w:type="paragraph" w:customStyle="1" w:styleId="529ABE5B9C004DD3BDC739F26855D107">
    <w:name w:val="529ABE5B9C004DD3BDC739F26855D107"/>
  </w:style>
  <w:style w:type="paragraph" w:customStyle="1" w:styleId="2B22B010D731439797576F45EDBA6DA7">
    <w:name w:val="2B22B010D731439797576F45EDBA6DA7"/>
  </w:style>
  <w:style w:type="paragraph" w:customStyle="1" w:styleId="42BD9C0A23A84CEEAD667A23F8EAC732">
    <w:name w:val="42BD9C0A23A84CEEAD667A23F8EAC732"/>
  </w:style>
  <w:style w:type="paragraph" w:customStyle="1" w:styleId="2C4486B15DAA4357846000A9B29C700F">
    <w:name w:val="2C4486B15DAA4357846000A9B29C700F"/>
  </w:style>
  <w:style w:type="paragraph" w:customStyle="1" w:styleId="C3C1D88008C548FDBA95C2BC76B16F42">
    <w:name w:val="C3C1D88008C548FDBA95C2BC76B16F42"/>
  </w:style>
  <w:style w:type="paragraph" w:customStyle="1" w:styleId="0C9EF4216CEE4D2FB372E348A57161B1">
    <w:name w:val="0C9EF4216CEE4D2FB372E348A57161B1"/>
  </w:style>
  <w:style w:type="paragraph" w:customStyle="1" w:styleId="B9E1DA75C95C4C37B15191BFA7EA0F4B">
    <w:name w:val="B9E1DA75C95C4C37B15191BFA7EA0F4B"/>
  </w:style>
  <w:style w:type="paragraph" w:customStyle="1" w:styleId="967AD347DB8147E5ABC7B00FD3E4E892">
    <w:name w:val="967AD347DB8147E5ABC7B00FD3E4E892"/>
  </w:style>
  <w:style w:type="paragraph" w:customStyle="1" w:styleId="F7CE310A75BE4C18B29E3418B0D099D0">
    <w:name w:val="F7CE310A75BE4C18B29E3418B0D099D0"/>
  </w:style>
  <w:style w:type="paragraph" w:customStyle="1" w:styleId="9ED9996FE1A149139AF8DB43A293FC09">
    <w:name w:val="9ED9996FE1A149139AF8DB43A293FC09"/>
  </w:style>
  <w:style w:type="paragraph" w:customStyle="1" w:styleId="6FD1A053F8F546B6872DE8089E36B732">
    <w:name w:val="6FD1A053F8F546B6872DE8089E36B732"/>
  </w:style>
  <w:style w:type="paragraph" w:customStyle="1" w:styleId="9C354ECE71994EB8B3DC1F9171F84EDD">
    <w:name w:val="9C354ECE71994EB8B3DC1F9171F84EDD"/>
  </w:style>
  <w:style w:type="paragraph" w:customStyle="1" w:styleId="E3561866363240CAA90F43D66D0266C2">
    <w:name w:val="E3561866363240CAA90F43D66D0266C2"/>
  </w:style>
  <w:style w:type="paragraph" w:customStyle="1" w:styleId="FBC0F256C8724AC9A75FE3698750EF33">
    <w:name w:val="FBC0F256C8724AC9A75FE3698750EF33"/>
  </w:style>
  <w:style w:type="paragraph" w:customStyle="1" w:styleId="B51EE4F2A44845EAAAFC9FD78D033BBC">
    <w:name w:val="B51EE4F2A44845EAAAFC9FD78D033BBC"/>
  </w:style>
  <w:style w:type="paragraph" w:customStyle="1" w:styleId="9EB15BC175B04B268D7669A62E365B9B">
    <w:name w:val="9EB15BC175B04B268D7669A62E365B9B"/>
  </w:style>
  <w:style w:type="paragraph" w:customStyle="1" w:styleId="0D4E5B5B93764D969906E268E342CCF4">
    <w:name w:val="0D4E5B5B93764D969906E268E342CCF4"/>
  </w:style>
  <w:style w:type="paragraph" w:customStyle="1" w:styleId="77CCE36B708D408DB7A45D10E25648FE">
    <w:name w:val="77CCE36B708D408DB7A45D10E25648FE"/>
  </w:style>
  <w:style w:type="paragraph" w:customStyle="1" w:styleId="90C7F015B56D463E94B824E3587E7B52">
    <w:name w:val="90C7F015B56D463E94B824E3587E7B52"/>
  </w:style>
  <w:style w:type="paragraph" w:customStyle="1" w:styleId="9EAC941959E446C5A2F5296635BC99C0">
    <w:name w:val="9EAC941959E446C5A2F5296635BC99C0"/>
  </w:style>
  <w:style w:type="paragraph" w:customStyle="1" w:styleId="0EE9117440B34AFEA422656209547D78">
    <w:name w:val="0EE9117440B34AFEA422656209547D78"/>
  </w:style>
  <w:style w:type="paragraph" w:customStyle="1" w:styleId="E946C185DDDB477496514E364DC8DC18">
    <w:name w:val="E946C185DDDB477496514E364DC8DC18"/>
  </w:style>
  <w:style w:type="paragraph" w:customStyle="1" w:styleId="346DFDA01DCF49E384046BF71B7E9A4F">
    <w:name w:val="346DFDA01DCF49E384046BF71B7E9A4F"/>
  </w:style>
  <w:style w:type="paragraph" w:customStyle="1" w:styleId="44B80EB3425241EDB4DDD71CD85276B9">
    <w:name w:val="44B80EB3425241EDB4DDD71CD85276B9"/>
  </w:style>
  <w:style w:type="paragraph" w:customStyle="1" w:styleId="FFB3B191A5514A9996725A4689F3CC16">
    <w:name w:val="FFB3B191A5514A9996725A4689F3CC16"/>
  </w:style>
  <w:style w:type="paragraph" w:customStyle="1" w:styleId="1F77B125CB1C4A5A88A894017888D6D6">
    <w:name w:val="1F77B125CB1C4A5A88A894017888D6D6"/>
  </w:style>
  <w:style w:type="paragraph" w:customStyle="1" w:styleId="97E8BF53D2BB4F64964060493785D66A">
    <w:name w:val="97E8BF53D2BB4F64964060493785D66A"/>
  </w:style>
  <w:style w:type="paragraph" w:customStyle="1" w:styleId="86C5868417EE417C9478586EAD714009">
    <w:name w:val="86C5868417EE417C9478586EAD714009"/>
  </w:style>
  <w:style w:type="paragraph" w:customStyle="1" w:styleId="7262655806194005B45BC341ACB4721D">
    <w:name w:val="7262655806194005B45BC341ACB4721D"/>
  </w:style>
  <w:style w:type="paragraph" w:customStyle="1" w:styleId="9DFF7F670A8A41A599D314EECD1069E5">
    <w:name w:val="9DFF7F670A8A41A599D314EECD1069E5"/>
  </w:style>
  <w:style w:type="paragraph" w:customStyle="1" w:styleId="A9CD86516E214D9CA13CA6BDB17A72A9">
    <w:name w:val="A9CD86516E214D9CA13CA6BDB17A72A9"/>
  </w:style>
  <w:style w:type="paragraph" w:customStyle="1" w:styleId="F8C672DFED284421B1289D6AFE66DB4B">
    <w:name w:val="F8C672DFED284421B1289D6AFE66DB4B"/>
  </w:style>
  <w:style w:type="paragraph" w:customStyle="1" w:styleId="72673C993E7746C587F7FF0F3E999677">
    <w:name w:val="72673C993E7746C587F7FF0F3E999677"/>
  </w:style>
  <w:style w:type="paragraph" w:customStyle="1" w:styleId="C2AAD9ADE9764782A0FCEA394B479FB8">
    <w:name w:val="C2AAD9ADE9764782A0FCEA394B479FB8"/>
  </w:style>
  <w:style w:type="paragraph" w:customStyle="1" w:styleId="474DB88553BF4292AAAB24683F291845">
    <w:name w:val="474DB88553BF4292AAAB24683F291845"/>
  </w:style>
  <w:style w:type="paragraph" w:customStyle="1" w:styleId="4EE13805D75148FA807DC0B04E102024">
    <w:name w:val="4EE13805D75148FA807DC0B04E102024"/>
  </w:style>
  <w:style w:type="paragraph" w:customStyle="1" w:styleId="345F6576A74F429CA4CEE83142505AEA">
    <w:name w:val="345F6576A74F429CA4CEE83142505AEA"/>
  </w:style>
  <w:style w:type="paragraph" w:customStyle="1" w:styleId="F0E9186FFE5144818940EA4DD6D598C2">
    <w:name w:val="F0E9186FFE5144818940EA4DD6D598C2"/>
  </w:style>
  <w:style w:type="paragraph" w:customStyle="1" w:styleId="3C05BC3463B44C4BBE5B9520FE78CD1D">
    <w:name w:val="3C05BC3463B44C4BBE5B9520FE78CD1D"/>
  </w:style>
  <w:style w:type="paragraph" w:customStyle="1" w:styleId="C5F43B269AA94A9EA411C70A04F2B938">
    <w:name w:val="C5F43B269AA94A9EA411C70A04F2B938"/>
  </w:style>
  <w:style w:type="paragraph" w:customStyle="1" w:styleId="2D869AA537B1432AAC223AFC3921BBD5">
    <w:name w:val="2D869AA537B1432AAC223AFC3921BBD5"/>
  </w:style>
  <w:style w:type="paragraph" w:customStyle="1" w:styleId="653B3EBC89944FE9B8C4E673EDFB8B75">
    <w:name w:val="653B3EBC89944FE9B8C4E673EDFB8B75"/>
  </w:style>
  <w:style w:type="paragraph" w:customStyle="1" w:styleId="C48B120CEE7440D8B63D0E28FFE549F8">
    <w:name w:val="C48B120CEE7440D8B63D0E28FFE549F8"/>
  </w:style>
  <w:style w:type="paragraph" w:customStyle="1" w:styleId="1B62B7BEF600404E9525425AF9E8C8D8">
    <w:name w:val="1B62B7BEF600404E9525425AF9E8C8D8"/>
  </w:style>
  <w:style w:type="paragraph" w:customStyle="1" w:styleId="8D371228A8FA4A9C87009FEAB7027C10">
    <w:name w:val="8D371228A8FA4A9C87009FEAB7027C10"/>
  </w:style>
  <w:style w:type="paragraph" w:customStyle="1" w:styleId="2A9C43B350674FA6A447A7070F402805">
    <w:name w:val="2A9C43B350674FA6A447A7070F402805"/>
  </w:style>
  <w:style w:type="paragraph" w:customStyle="1" w:styleId="9ED20B946C06493EB82293FF4A7A840A">
    <w:name w:val="9ED20B946C06493EB82293FF4A7A840A"/>
  </w:style>
  <w:style w:type="paragraph" w:customStyle="1" w:styleId="A055A9A55A82418BB3334A6C4401696E">
    <w:name w:val="A055A9A55A82418BB3334A6C4401696E"/>
  </w:style>
  <w:style w:type="paragraph" w:customStyle="1" w:styleId="31CA0413BE424881B8EE94DD3A2018CB">
    <w:name w:val="31CA0413BE424881B8EE94DD3A2018CB"/>
  </w:style>
  <w:style w:type="paragraph" w:customStyle="1" w:styleId="2DF87EF43F934C05B03556FA22CEA0F6">
    <w:name w:val="2DF87EF43F934C05B03556FA22CEA0F6"/>
  </w:style>
  <w:style w:type="paragraph" w:customStyle="1" w:styleId="4CD5E627223F45D38D54DF4F99E6B86D">
    <w:name w:val="4CD5E627223F45D38D54DF4F99E6B86D"/>
  </w:style>
  <w:style w:type="paragraph" w:customStyle="1" w:styleId="5CAC0709858F4F14BD375BE2BFE55170">
    <w:name w:val="5CAC0709858F4F14BD375BE2BFE55170"/>
  </w:style>
  <w:style w:type="paragraph" w:customStyle="1" w:styleId="07759A8B69DF4C5AAE23B8EFF042354D">
    <w:name w:val="07759A8B69DF4C5AAE23B8EFF042354D"/>
  </w:style>
  <w:style w:type="paragraph" w:customStyle="1" w:styleId="CF337F723C4B4CC7B082ADC67960BB91">
    <w:name w:val="CF337F723C4B4CC7B082ADC67960BB91"/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37C2620A4F2C416AB2C47EE9EFF05FE5">
    <w:name w:val="37C2620A4F2C416AB2C47EE9EFF05FE5"/>
  </w:style>
  <w:style w:type="paragraph" w:customStyle="1" w:styleId="ED859EAA1EC041D2B524CB99BB06A9F5">
    <w:name w:val="ED859EAA1EC041D2B524CB99BB06A9F5"/>
  </w:style>
  <w:style w:type="paragraph" w:customStyle="1" w:styleId="727497BDD72A41D9A4848DC671FD3410">
    <w:name w:val="727497BDD72A41D9A4848DC671FD3410"/>
  </w:style>
  <w:style w:type="paragraph" w:customStyle="1" w:styleId="0202B85E58F2426DA14897E673C5AAEB">
    <w:name w:val="0202B85E58F2426DA14897E673C5AAEB"/>
  </w:style>
  <w:style w:type="paragraph" w:customStyle="1" w:styleId="22CD493CBACC473598774C30D8384BCA">
    <w:name w:val="22CD493CBACC473598774C30D8384BCA"/>
  </w:style>
  <w:style w:type="paragraph" w:customStyle="1" w:styleId="87705221C1CD43B0B283637368A991FD">
    <w:name w:val="87705221C1CD43B0B283637368A991FD"/>
  </w:style>
  <w:style w:type="paragraph" w:customStyle="1" w:styleId="F4A9B64AA03042C88800CBC1AAEB6B30">
    <w:name w:val="F4A9B64AA03042C88800CBC1AAEB6B30"/>
  </w:style>
  <w:style w:type="paragraph" w:customStyle="1" w:styleId="464EA3B2E7A04576902CF619A5AACF83">
    <w:name w:val="464EA3B2E7A04576902CF619A5AACF83"/>
  </w:style>
  <w:style w:type="paragraph" w:customStyle="1" w:styleId="131C9528C1504EC885E53104765936F3">
    <w:name w:val="131C9528C1504EC885E53104765936F3"/>
  </w:style>
  <w:style w:type="paragraph" w:customStyle="1" w:styleId="61339C7F36644009A5A96F71A455D4F1">
    <w:name w:val="61339C7F36644009A5A96F71A455D4F1"/>
  </w:style>
  <w:style w:type="paragraph" w:customStyle="1" w:styleId="5218407E5E654F89974E4E52F04372E6">
    <w:name w:val="5218407E5E654F89974E4E52F04372E6"/>
  </w:style>
  <w:style w:type="paragraph" w:customStyle="1" w:styleId="12965E5696D84EADA2F600CBF7394456">
    <w:name w:val="12965E5696D84EADA2F600CBF7394456"/>
  </w:style>
  <w:style w:type="paragraph" w:customStyle="1" w:styleId="6FBB6DF31AA44EAD94EA51EB7DBFD596">
    <w:name w:val="6FBB6DF31AA44EAD94EA51EB7DBFD596"/>
  </w:style>
  <w:style w:type="paragraph" w:customStyle="1" w:styleId="46CF5764FD8142149286D559E965FD92">
    <w:name w:val="46CF5764FD8142149286D559E965FD92"/>
  </w:style>
  <w:style w:type="paragraph" w:customStyle="1" w:styleId="F48EE989A5C54C819E3BA964FD8C38CC">
    <w:name w:val="F48EE989A5C54C819E3BA964FD8C38CC"/>
  </w:style>
  <w:style w:type="paragraph" w:customStyle="1" w:styleId="42162AA491D441879D8FD95092DF95F3">
    <w:name w:val="42162AA491D441879D8FD95092DF95F3"/>
  </w:style>
  <w:style w:type="paragraph" w:customStyle="1" w:styleId="898307AE456F4C419A6801B132E36AD9">
    <w:name w:val="898307AE456F4C419A6801B132E36AD9"/>
  </w:style>
  <w:style w:type="paragraph" w:customStyle="1" w:styleId="C23FBB219C7448158EE614FCD77A74E3">
    <w:name w:val="C23FBB219C7448158EE614FCD77A74E3"/>
  </w:style>
  <w:style w:type="paragraph" w:customStyle="1" w:styleId="BA57AEE7C3004386B54DF0566838E1D5">
    <w:name w:val="BA57AEE7C3004386B54DF0566838E1D5"/>
  </w:style>
  <w:style w:type="paragraph" w:customStyle="1" w:styleId="1DA07941D65940ABB2D96AB8253009C7">
    <w:name w:val="1DA07941D65940ABB2D96AB8253009C7"/>
  </w:style>
  <w:style w:type="paragraph" w:customStyle="1" w:styleId="9D7AB2B61EFF433F89FD9068C30E061C">
    <w:name w:val="9D7AB2B61EFF433F89FD9068C30E061C"/>
  </w:style>
  <w:style w:type="paragraph" w:customStyle="1" w:styleId="7F3C7F6278E849BFA513CFD8236AB3A9">
    <w:name w:val="7F3C7F6278E849BFA513CFD8236AB3A9"/>
  </w:style>
  <w:style w:type="paragraph" w:customStyle="1" w:styleId="2CD2356CC9554033B55486963D530B82">
    <w:name w:val="2CD2356CC9554033B55486963D530B82"/>
  </w:style>
  <w:style w:type="paragraph" w:customStyle="1" w:styleId="7EA6A87EF2BB44A6AAF249AFBA499D2A">
    <w:name w:val="7EA6A87EF2BB44A6AAF249AFBA499D2A"/>
  </w:style>
  <w:style w:type="paragraph" w:customStyle="1" w:styleId="E15E137F22EB408B992CB62E5559CD05">
    <w:name w:val="E15E137F22EB408B992CB62E5559CD05"/>
  </w:style>
  <w:style w:type="paragraph" w:customStyle="1" w:styleId="14E168FD883143469CFB17E4C5E1CEC6">
    <w:name w:val="14E168FD883143469CFB17E4C5E1CEC6"/>
  </w:style>
  <w:style w:type="paragraph" w:customStyle="1" w:styleId="C3A18193F8554A79B47BC0A283524543">
    <w:name w:val="C3A18193F8554A79B47BC0A283524543"/>
  </w:style>
  <w:style w:type="paragraph" w:customStyle="1" w:styleId="B1F97183BC6A492A94E7899E3540390C">
    <w:name w:val="B1F97183BC6A492A94E7899E3540390C"/>
  </w:style>
  <w:style w:type="paragraph" w:customStyle="1" w:styleId="1768477088264CD2B8AE69AA6FD32289">
    <w:name w:val="1768477088264CD2B8AE69AA6FD32289"/>
  </w:style>
  <w:style w:type="paragraph" w:customStyle="1" w:styleId="666FF790592D499FA40D39CAD2609713">
    <w:name w:val="666FF790592D499FA40D39CAD2609713"/>
  </w:style>
  <w:style w:type="paragraph" w:customStyle="1" w:styleId="0F08C371818943E382ECF851918AF8AF">
    <w:name w:val="0F08C371818943E382ECF851918AF8AF"/>
  </w:style>
  <w:style w:type="paragraph" w:customStyle="1" w:styleId="C1E7681381A5411FB723F906650743DB">
    <w:name w:val="C1E7681381A5411FB723F906650743DB"/>
  </w:style>
  <w:style w:type="paragraph" w:customStyle="1" w:styleId="ED4A6433C86A4FD5BD978B9E089791CC">
    <w:name w:val="ED4A6433C86A4FD5BD978B9E089791CC"/>
  </w:style>
  <w:style w:type="paragraph" w:customStyle="1" w:styleId="35A210A533BF4CD388E49B598979E843">
    <w:name w:val="35A210A533BF4CD388E49B598979E843"/>
  </w:style>
  <w:style w:type="paragraph" w:customStyle="1" w:styleId="01A6C2D3A2E7425F9AAD74A5A3EB816B">
    <w:name w:val="01A6C2D3A2E7425F9AAD74A5A3EB816B"/>
  </w:style>
  <w:style w:type="paragraph" w:customStyle="1" w:styleId="453FB8E1A21D4DE88EE65EFC4D21550E">
    <w:name w:val="453FB8E1A21D4DE88EE65EFC4D21550E"/>
  </w:style>
  <w:style w:type="paragraph" w:customStyle="1" w:styleId="7AA6EC87CC5446FA86139A939FD1DF48">
    <w:name w:val="7AA6EC87CC5446FA86139A939FD1DF48"/>
  </w:style>
  <w:style w:type="paragraph" w:customStyle="1" w:styleId="BC6C9C7C0B9D488F95A5D737E48BCEDA">
    <w:name w:val="BC6C9C7C0B9D488F95A5D737E48BCEDA"/>
  </w:style>
  <w:style w:type="paragraph" w:customStyle="1" w:styleId="41134740806141B6BCCE23F9B7525B69">
    <w:name w:val="41134740806141B6BCCE23F9B7525B69"/>
  </w:style>
  <w:style w:type="paragraph" w:customStyle="1" w:styleId="1FEEB875DCAB45F7ADB0EB9097C07D98">
    <w:name w:val="1FEEB875DCAB45F7ADB0EB9097C07D98"/>
  </w:style>
  <w:style w:type="paragraph" w:customStyle="1" w:styleId="DA46450FC1BD44EE9D0931592140C4B8">
    <w:name w:val="DA46450FC1BD44EE9D0931592140C4B8"/>
  </w:style>
  <w:style w:type="paragraph" w:customStyle="1" w:styleId="40788E21D0E64AB58365B9152F0A59EA">
    <w:name w:val="40788E21D0E64AB58365B9152F0A59EA"/>
  </w:style>
  <w:style w:type="paragraph" w:customStyle="1" w:styleId="BF32DF2056D94EB79A1586B2AA96E9B2">
    <w:name w:val="BF32DF2056D94EB79A1586B2AA96E9B2"/>
  </w:style>
  <w:style w:type="paragraph" w:customStyle="1" w:styleId="34985CCB405D464AAF614EEB5285D708">
    <w:name w:val="34985CCB405D464AAF614EEB5285D708"/>
  </w:style>
  <w:style w:type="paragraph" w:customStyle="1" w:styleId="AAF077B918154FD0A3AD8B1E684B7B97">
    <w:name w:val="AAF077B918154FD0A3AD8B1E684B7B97"/>
    <w:rsid w:val="00643439"/>
  </w:style>
  <w:style w:type="paragraph" w:customStyle="1" w:styleId="3BE5AF5B687F4204A3CF8375F0755982">
    <w:name w:val="3BE5AF5B687F4204A3CF8375F0755982"/>
    <w:rsid w:val="00643439"/>
  </w:style>
  <w:style w:type="paragraph" w:customStyle="1" w:styleId="ACAF59EECE89451385D0E4CD62C9EBAD">
    <w:name w:val="ACAF59EECE89451385D0E4CD62C9EBAD"/>
    <w:rsid w:val="00643439"/>
  </w:style>
  <w:style w:type="paragraph" w:customStyle="1" w:styleId="9E191B98CD4B42E2A39EB61822E62DA6">
    <w:name w:val="9E191B98CD4B42E2A39EB61822E62DA6"/>
    <w:rsid w:val="00643439"/>
  </w:style>
  <w:style w:type="paragraph" w:customStyle="1" w:styleId="43EFD636A68B4C1FA56DA5E3A4552591">
    <w:name w:val="43EFD636A68B4C1FA56DA5E3A4552591"/>
    <w:rsid w:val="00643439"/>
  </w:style>
  <w:style w:type="paragraph" w:customStyle="1" w:styleId="3ED152C592DD42FD9983E1C561691698">
    <w:name w:val="3ED152C592DD42FD9983E1C561691698"/>
    <w:rsid w:val="0064343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43439"/>
    <w:rPr>
      <w:color w:val="808080"/>
    </w:rPr>
  </w:style>
  <w:style w:type="paragraph" w:customStyle="1" w:styleId="7D9CEC25176F4504A97345B1F2823FA9">
    <w:name w:val="7D9CEC25176F4504A97345B1F2823FA9"/>
  </w:style>
  <w:style w:type="paragraph" w:customStyle="1" w:styleId="A39284A1D15C46F299026B54E8ECD7A7">
    <w:name w:val="A39284A1D15C46F299026B54E8ECD7A7"/>
  </w:style>
  <w:style w:type="paragraph" w:customStyle="1" w:styleId="5E4223480B21487DA9522169D66F4857">
    <w:name w:val="5E4223480B21487DA9522169D66F4857"/>
  </w:style>
  <w:style w:type="paragraph" w:customStyle="1" w:styleId="E5DD38667D0A41CC9D89DE8CF7308067">
    <w:name w:val="E5DD38667D0A41CC9D89DE8CF7308067"/>
  </w:style>
  <w:style w:type="paragraph" w:customStyle="1" w:styleId="529ABE5B9C004DD3BDC739F26855D107">
    <w:name w:val="529ABE5B9C004DD3BDC739F26855D107"/>
  </w:style>
  <w:style w:type="paragraph" w:customStyle="1" w:styleId="2B22B010D731439797576F45EDBA6DA7">
    <w:name w:val="2B22B010D731439797576F45EDBA6DA7"/>
  </w:style>
  <w:style w:type="paragraph" w:customStyle="1" w:styleId="42BD9C0A23A84CEEAD667A23F8EAC732">
    <w:name w:val="42BD9C0A23A84CEEAD667A23F8EAC732"/>
  </w:style>
  <w:style w:type="paragraph" w:customStyle="1" w:styleId="2C4486B15DAA4357846000A9B29C700F">
    <w:name w:val="2C4486B15DAA4357846000A9B29C700F"/>
  </w:style>
  <w:style w:type="paragraph" w:customStyle="1" w:styleId="C3C1D88008C548FDBA95C2BC76B16F42">
    <w:name w:val="C3C1D88008C548FDBA95C2BC76B16F42"/>
  </w:style>
  <w:style w:type="paragraph" w:customStyle="1" w:styleId="0C9EF4216CEE4D2FB372E348A57161B1">
    <w:name w:val="0C9EF4216CEE4D2FB372E348A57161B1"/>
  </w:style>
  <w:style w:type="paragraph" w:customStyle="1" w:styleId="B9E1DA75C95C4C37B15191BFA7EA0F4B">
    <w:name w:val="B9E1DA75C95C4C37B15191BFA7EA0F4B"/>
  </w:style>
  <w:style w:type="paragraph" w:customStyle="1" w:styleId="967AD347DB8147E5ABC7B00FD3E4E892">
    <w:name w:val="967AD347DB8147E5ABC7B00FD3E4E892"/>
  </w:style>
  <w:style w:type="paragraph" w:customStyle="1" w:styleId="F7CE310A75BE4C18B29E3418B0D099D0">
    <w:name w:val="F7CE310A75BE4C18B29E3418B0D099D0"/>
  </w:style>
  <w:style w:type="paragraph" w:customStyle="1" w:styleId="9ED9996FE1A149139AF8DB43A293FC09">
    <w:name w:val="9ED9996FE1A149139AF8DB43A293FC09"/>
  </w:style>
  <w:style w:type="paragraph" w:customStyle="1" w:styleId="6FD1A053F8F546B6872DE8089E36B732">
    <w:name w:val="6FD1A053F8F546B6872DE8089E36B732"/>
  </w:style>
  <w:style w:type="paragraph" w:customStyle="1" w:styleId="9C354ECE71994EB8B3DC1F9171F84EDD">
    <w:name w:val="9C354ECE71994EB8B3DC1F9171F84EDD"/>
  </w:style>
  <w:style w:type="paragraph" w:customStyle="1" w:styleId="E3561866363240CAA90F43D66D0266C2">
    <w:name w:val="E3561866363240CAA90F43D66D0266C2"/>
  </w:style>
  <w:style w:type="paragraph" w:customStyle="1" w:styleId="FBC0F256C8724AC9A75FE3698750EF33">
    <w:name w:val="FBC0F256C8724AC9A75FE3698750EF33"/>
  </w:style>
  <w:style w:type="paragraph" w:customStyle="1" w:styleId="B51EE4F2A44845EAAAFC9FD78D033BBC">
    <w:name w:val="B51EE4F2A44845EAAAFC9FD78D033BBC"/>
  </w:style>
  <w:style w:type="paragraph" w:customStyle="1" w:styleId="9EB15BC175B04B268D7669A62E365B9B">
    <w:name w:val="9EB15BC175B04B268D7669A62E365B9B"/>
  </w:style>
  <w:style w:type="paragraph" w:customStyle="1" w:styleId="0D4E5B5B93764D969906E268E342CCF4">
    <w:name w:val="0D4E5B5B93764D969906E268E342CCF4"/>
  </w:style>
  <w:style w:type="paragraph" w:customStyle="1" w:styleId="77CCE36B708D408DB7A45D10E25648FE">
    <w:name w:val="77CCE36B708D408DB7A45D10E25648FE"/>
  </w:style>
  <w:style w:type="paragraph" w:customStyle="1" w:styleId="90C7F015B56D463E94B824E3587E7B52">
    <w:name w:val="90C7F015B56D463E94B824E3587E7B52"/>
  </w:style>
  <w:style w:type="paragraph" w:customStyle="1" w:styleId="9EAC941959E446C5A2F5296635BC99C0">
    <w:name w:val="9EAC941959E446C5A2F5296635BC99C0"/>
  </w:style>
  <w:style w:type="paragraph" w:customStyle="1" w:styleId="0EE9117440B34AFEA422656209547D78">
    <w:name w:val="0EE9117440B34AFEA422656209547D78"/>
  </w:style>
  <w:style w:type="paragraph" w:customStyle="1" w:styleId="E946C185DDDB477496514E364DC8DC18">
    <w:name w:val="E946C185DDDB477496514E364DC8DC18"/>
  </w:style>
  <w:style w:type="paragraph" w:customStyle="1" w:styleId="346DFDA01DCF49E384046BF71B7E9A4F">
    <w:name w:val="346DFDA01DCF49E384046BF71B7E9A4F"/>
  </w:style>
  <w:style w:type="paragraph" w:customStyle="1" w:styleId="44B80EB3425241EDB4DDD71CD85276B9">
    <w:name w:val="44B80EB3425241EDB4DDD71CD85276B9"/>
  </w:style>
  <w:style w:type="paragraph" w:customStyle="1" w:styleId="FFB3B191A5514A9996725A4689F3CC16">
    <w:name w:val="FFB3B191A5514A9996725A4689F3CC16"/>
  </w:style>
  <w:style w:type="paragraph" w:customStyle="1" w:styleId="1F77B125CB1C4A5A88A894017888D6D6">
    <w:name w:val="1F77B125CB1C4A5A88A894017888D6D6"/>
  </w:style>
  <w:style w:type="paragraph" w:customStyle="1" w:styleId="97E8BF53D2BB4F64964060493785D66A">
    <w:name w:val="97E8BF53D2BB4F64964060493785D66A"/>
  </w:style>
  <w:style w:type="paragraph" w:customStyle="1" w:styleId="86C5868417EE417C9478586EAD714009">
    <w:name w:val="86C5868417EE417C9478586EAD714009"/>
  </w:style>
  <w:style w:type="paragraph" w:customStyle="1" w:styleId="7262655806194005B45BC341ACB4721D">
    <w:name w:val="7262655806194005B45BC341ACB4721D"/>
  </w:style>
  <w:style w:type="paragraph" w:customStyle="1" w:styleId="9DFF7F670A8A41A599D314EECD1069E5">
    <w:name w:val="9DFF7F670A8A41A599D314EECD1069E5"/>
  </w:style>
  <w:style w:type="paragraph" w:customStyle="1" w:styleId="A9CD86516E214D9CA13CA6BDB17A72A9">
    <w:name w:val="A9CD86516E214D9CA13CA6BDB17A72A9"/>
  </w:style>
  <w:style w:type="paragraph" w:customStyle="1" w:styleId="F8C672DFED284421B1289D6AFE66DB4B">
    <w:name w:val="F8C672DFED284421B1289D6AFE66DB4B"/>
  </w:style>
  <w:style w:type="paragraph" w:customStyle="1" w:styleId="72673C993E7746C587F7FF0F3E999677">
    <w:name w:val="72673C993E7746C587F7FF0F3E999677"/>
  </w:style>
  <w:style w:type="paragraph" w:customStyle="1" w:styleId="C2AAD9ADE9764782A0FCEA394B479FB8">
    <w:name w:val="C2AAD9ADE9764782A0FCEA394B479FB8"/>
  </w:style>
  <w:style w:type="paragraph" w:customStyle="1" w:styleId="474DB88553BF4292AAAB24683F291845">
    <w:name w:val="474DB88553BF4292AAAB24683F291845"/>
  </w:style>
  <w:style w:type="paragraph" w:customStyle="1" w:styleId="4EE13805D75148FA807DC0B04E102024">
    <w:name w:val="4EE13805D75148FA807DC0B04E102024"/>
  </w:style>
  <w:style w:type="paragraph" w:customStyle="1" w:styleId="345F6576A74F429CA4CEE83142505AEA">
    <w:name w:val="345F6576A74F429CA4CEE83142505AEA"/>
  </w:style>
  <w:style w:type="paragraph" w:customStyle="1" w:styleId="F0E9186FFE5144818940EA4DD6D598C2">
    <w:name w:val="F0E9186FFE5144818940EA4DD6D598C2"/>
  </w:style>
  <w:style w:type="paragraph" w:customStyle="1" w:styleId="3C05BC3463B44C4BBE5B9520FE78CD1D">
    <w:name w:val="3C05BC3463B44C4BBE5B9520FE78CD1D"/>
  </w:style>
  <w:style w:type="paragraph" w:customStyle="1" w:styleId="C5F43B269AA94A9EA411C70A04F2B938">
    <w:name w:val="C5F43B269AA94A9EA411C70A04F2B938"/>
  </w:style>
  <w:style w:type="paragraph" w:customStyle="1" w:styleId="2D869AA537B1432AAC223AFC3921BBD5">
    <w:name w:val="2D869AA537B1432AAC223AFC3921BBD5"/>
  </w:style>
  <w:style w:type="paragraph" w:customStyle="1" w:styleId="653B3EBC89944FE9B8C4E673EDFB8B75">
    <w:name w:val="653B3EBC89944FE9B8C4E673EDFB8B75"/>
  </w:style>
  <w:style w:type="paragraph" w:customStyle="1" w:styleId="C48B120CEE7440D8B63D0E28FFE549F8">
    <w:name w:val="C48B120CEE7440D8B63D0E28FFE549F8"/>
  </w:style>
  <w:style w:type="paragraph" w:customStyle="1" w:styleId="1B62B7BEF600404E9525425AF9E8C8D8">
    <w:name w:val="1B62B7BEF600404E9525425AF9E8C8D8"/>
  </w:style>
  <w:style w:type="paragraph" w:customStyle="1" w:styleId="8D371228A8FA4A9C87009FEAB7027C10">
    <w:name w:val="8D371228A8FA4A9C87009FEAB7027C10"/>
  </w:style>
  <w:style w:type="paragraph" w:customStyle="1" w:styleId="2A9C43B350674FA6A447A7070F402805">
    <w:name w:val="2A9C43B350674FA6A447A7070F402805"/>
  </w:style>
  <w:style w:type="paragraph" w:customStyle="1" w:styleId="9ED20B946C06493EB82293FF4A7A840A">
    <w:name w:val="9ED20B946C06493EB82293FF4A7A840A"/>
  </w:style>
  <w:style w:type="paragraph" w:customStyle="1" w:styleId="A055A9A55A82418BB3334A6C4401696E">
    <w:name w:val="A055A9A55A82418BB3334A6C4401696E"/>
  </w:style>
  <w:style w:type="paragraph" w:customStyle="1" w:styleId="31CA0413BE424881B8EE94DD3A2018CB">
    <w:name w:val="31CA0413BE424881B8EE94DD3A2018CB"/>
  </w:style>
  <w:style w:type="paragraph" w:customStyle="1" w:styleId="2DF87EF43F934C05B03556FA22CEA0F6">
    <w:name w:val="2DF87EF43F934C05B03556FA22CEA0F6"/>
  </w:style>
  <w:style w:type="paragraph" w:customStyle="1" w:styleId="4CD5E627223F45D38D54DF4F99E6B86D">
    <w:name w:val="4CD5E627223F45D38D54DF4F99E6B86D"/>
  </w:style>
  <w:style w:type="paragraph" w:customStyle="1" w:styleId="5CAC0709858F4F14BD375BE2BFE55170">
    <w:name w:val="5CAC0709858F4F14BD375BE2BFE55170"/>
  </w:style>
  <w:style w:type="paragraph" w:customStyle="1" w:styleId="07759A8B69DF4C5AAE23B8EFF042354D">
    <w:name w:val="07759A8B69DF4C5AAE23B8EFF042354D"/>
  </w:style>
  <w:style w:type="paragraph" w:customStyle="1" w:styleId="CF337F723C4B4CC7B082ADC67960BB91">
    <w:name w:val="CF337F723C4B4CC7B082ADC67960BB91"/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37C2620A4F2C416AB2C47EE9EFF05FE5">
    <w:name w:val="37C2620A4F2C416AB2C47EE9EFF05FE5"/>
  </w:style>
  <w:style w:type="paragraph" w:customStyle="1" w:styleId="ED859EAA1EC041D2B524CB99BB06A9F5">
    <w:name w:val="ED859EAA1EC041D2B524CB99BB06A9F5"/>
  </w:style>
  <w:style w:type="paragraph" w:customStyle="1" w:styleId="727497BDD72A41D9A4848DC671FD3410">
    <w:name w:val="727497BDD72A41D9A4848DC671FD3410"/>
  </w:style>
  <w:style w:type="paragraph" w:customStyle="1" w:styleId="0202B85E58F2426DA14897E673C5AAEB">
    <w:name w:val="0202B85E58F2426DA14897E673C5AAEB"/>
  </w:style>
  <w:style w:type="paragraph" w:customStyle="1" w:styleId="22CD493CBACC473598774C30D8384BCA">
    <w:name w:val="22CD493CBACC473598774C30D8384BCA"/>
  </w:style>
  <w:style w:type="paragraph" w:customStyle="1" w:styleId="87705221C1CD43B0B283637368A991FD">
    <w:name w:val="87705221C1CD43B0B283637368A991FD"/>
  </w:style>
  <w:style w:type="paragraph" w:customStyle="1" w:styleId="F4A9B64AA03042C88800CBC1AAEB6B30">
    <w:name w:val="F4A9B64AA03042C88800CBC1AAEB6B30"/>
  </w:style>
  <w:style w:type="paragraph" w:customStyle="1" w:styleId="464EA3B2E7A04576902CF619A5AACF83">
    <w:name w:val="464EA3B2E7A04576902CF619A5AACF83"/>
  </w:style>
  <w:style w:type="paragraph" w:customStyle="1" w:styleId="131C9528C1504EC885E53104765936F3">
    <w:name w:val="131C9528C1504EC885E53104765936F3"/>
  </w:style>
  <w:style w:type="paragraph" w:customStyle="1" w:styleId="61339C7F36644009A5A96F71A455D4F1">
    <w:name w:val="61339C7F36644009A5A96F71A455D4F1"/>
  </w:style>
  <w:style w:type="paragraph" w:customStyle="1" w:styleId="5218407E5E654F89974E4E52F04372E6">
    <w:name w:val="5218407E5E654F89974E4E52F04372E6"/>
  </w:style>
  <w:style w:type="paragraph" w:customStyle="1" w:styleId="12965E5696D84EADA2F600CBF7394456">
    <w:name w:val="12965E5696D84EADA2F600CBF7394456"/>
  </w:style>
  <w:style w:type="paragraph" w:customStyle="1" w:styleId="6FBB6DF31AA44EAD94EA51EB7DBFD596">
    <w:name w:val="6FBB6DF31AA44EAD94EA51EB7DBFD596"/>
  </w:style>
  <w:style w:type="paragraph" w:customStyle="1" w:styleId="46CF5764FD8142149286D559E965FD92">
    <w:name w:val="46CF5764FD8142149286D559E965FD92"/>
  </w:style>
  <w:style w:type="paragraph" w:customStyle="1" w:styleId="F48EE989A5C54C819E3BA964FD8C38CC">
    <w:name w:val="F48EE989A5C54C819E3BA964FD8C38CC"/>
  </w:style>
  <w:style w:type="paragraph" w:customStyle="1" w:styleId="42162AA491D441879D8FD95092DF95F3">
    <w:name w:val="42162AA491D441879D8FD95092DF95F3"/>
  </w:style>
  <w:style w:type="paragraph" w:customStyle="1" w:styleId="898307AE456F4C419A6801B132E36AD9">
    <w:name w:val="898307AE456F4C419A6801B132E36AD9"/>
  </w:style>
  <w:style w:type="paragraph" w:customStyle="1" w:styleId="C23FBB219C7448158EE614FCD77A74E3">
    <w:name w:val="C23FBB219C7448158EE614FCD77A74E3"/>
  </w:style>
  <w:style w:type="paragraph" w:customStyle="1" w:styleId="BA57AEE7C3004386B54DF0566838E1D5">
    <w:name w:val="BA57AEE7C3004386B54DF0566838E1D5"/>
  </w:style>
  <w:style w:type="paragraph" w:customStyle="1" w:styleId="1DA07941D65940ABB2D96AB8253009C7">
    <w:name w:val="1DA07941D65940ABB2D96AB8253009C7"/>
  </w:style>
  <w:style w:type="paragraph" w:customStyle="1" w:styleId="9D7AB2B61EFF433F89FD9068C30E061C">
    <w:name w:val="9D7AB2B61EFF433F89FD9068C30E061C"/>
  </w:style>
  <w:style w:type="paragraph" w:customStyle="1" w:styleId="7F3C7F6278E849BFA513CFD8236AB3A9">
    <w:name w:val="7F3C7F6278E849BFA513CFD8236AB3A9"/>
  </w:style>
  <w:style w:type="paragraph" w:customStyle="1" w:styleId="2CD2356CC9554033B55486963D530B82">
    <w:name w:val="2CD2356CC9554033B55486963D530B82"/>
  </w:style>
  <w:style w:type="paragraph" w:customStyle="1" w:styleId="7EA6A87EF2BB44A6AAF249AFBA499D2A">
    <w:name w:val="7EA6A87EF2BB44A6AAF249AFBA499D2A"/>
  </w:style>
  <w:style w:type="paragraph" w:customStyle="1" w:styleId="E15E137F22EB408B992CB62E5559CD05">
    <w:name w:val="E15E137F22EB408B992CB62E5559CD05"/>
  </w:style>
  <w:style w:type="paragraph" w:customStyle="1" w:styleId="14E168FD883143469CFB17E4C5E1CEC6">
    <w:name w:val="14E168FD883143469CFB17E4C5E1CEC6"/>
  </w:style>
  <w:style w:type="paragraph" w:customStyle="1" w:styleId="C3A18193F8554A79B47BC0A283524543">
    <w:name w:val="C3A18193F8554A79B47BC0A283524543"/>
  </w:style>
  <w:style w:type="paragraph" w:customStyle="1" w:styleId="B1F97183BC6A492A94E7899E3540390C">
    <w:name w:val="B1F97183BC6A492A94E7899E3540390C"/>
  </w:style>
  <w:style w:type="paragraph" w:customStyle="1" w:styleId="1768477088264CD2B8AE69AA6FD32289">
    <w:name w:val="1768477088264CD2B8AE69AA6FD32289"/>
  </w:style>
  <w:style w:type="paragraph" w:customStyle="1" w:styleId="666FF790592D499FA40D39CAD2609713">
    <w:name w:val="666FF790592D499FA40D39CAD2609713"/>
  </w:style>
  <w:style w:type="paragraph" w:customStyle="1" w:styleId="0F08C371818943E382ECF851918AF8AF">
    <w:name w:val="0F08C371818943E382ECF851918AF8AF"/>
  </w:style>
  <w:style w:type="paragraph" w:customStyle="1" w:styleId="C1E7681381A5411FB723F906650743DB">
    <w:name w:val="C1E7681381A5411FB723F906650743DB"/>
  </w:style>
  <w:style w:type="paragraph" w:customStyle="1" w:styleId="ED4A6433C86A4FD5BD978B9E089791CC">
    <w:name w:val="ED4A6433C86A4FD5BD978B9E089791CC"/>
  </w:style>
  <w:style w:type="paragraph" w:customStyle="1" w:styleId="35A210A533BF4CD388E49B598979E843">
    <w:name w:val="35A210A533BF4CD388E49B598979E843"/>
  </w:style>
  <w:style w:type="paragraph" w:customStyle="1" w:styleId="01A6C2D3A2E7425F9AAD74A5A3EB816B">
    <w:name w:val="01A6C2D3A2E7425F9AAD74A5A3EB816B"/>
  </w:style>
  <w:style w:type="paragraph" w:customStyle="1" w:styleId="453FB8E1A21D4DE88EE65EFC4D21550E">
    <w:name w:val="453FB8E1A21D4DE88EE65EFC4D21550E"/>
  </w:style>
  <w:style w:type="paragraph" w:customStyle="1" w:styleId="7AA6EC87CC5446FA86139A939FD1DF48">
    <w:name w:val="7AA6EC87CC5446FA86139A939FD1DF48"/>
  </w:style>
  <w:style w:type="paragraph" w:customStyle="1" w:styleId="BC6C9C7C0B9D488F95A5D737E48BCEDA">
    <w:name w:val="BC6C9C7C0B9D488F95A5D737E48BCEDA"/>
  </w:style>
  <w:style w:type="paragraph" w:customStyle="1" w:styleId="41134740806141B6BCCE23F9B7525B69">
    <w:name w:val="41134740806141B6BCCE23F9B7525B69"/>
  </w:style>
  <w:style w:type="paragraph" w:customStyle="1" w:styleId="1FEEB875DCAB45F7ADB0EB9097C07D98">
    <w:name w:val="1FEEB875DCAB45F7ADB0EB9097C07D98"/>
  </w:style>
  <w:style w:type="paragraph" w:customStyle="1" w:styleId="DA46450FC1BD44EE9D0931592140C4B8">
    <w:name w:val="DA46450FC1BD44EE9D0931592140C4B8"/>
  </w:style>
  <w:style w:type="paragraph" w:customStyle="1" w:styleId="40788E21D0E64AB58365B9152F0A59EA">
    <w:name w:val="40788E21D0E64AB58365B9152F0A59EA"/>
  </w:style>
  <w:style w:type="paragraph" w:customStyle="1" w:styleId="BF32DF2056D94EB79A1586B2AA96E9B2">
    <w:name w:val="BF32DF2056D94EB79A1586B2AA96E9B2"/>
  </w:style>
  <w:style w:type="paragraph" w:customStyle="1" w:styleId="34985CCB405D464AAF614EEB5285D708">
    <w:name w:val="34985CCB405D464AAF614EEB5285D708"/>
  </w:style>
  <w:style w:type="paragraph" w:customStyle="1" w:styleId="AAF077B918154FD0A3AD8B1E684B7B97">
    <w:name w:val="AAF077B918154FD0A3AD8B1E684B7B97"/>
    <w:rsid w:val="00643439"/>
  </w:style>
  <w:style w:type="paragraph" w:customStyle="1" w:styleId="3BE5AF5B687F4204A3CF8375F0755982">
    <w:name w:val="3BE5AF5B687F4204A3CF8375F0755982"/>
    <w:rsid w:val="00643439"/>
  </w:style>
  <w:style w:type="paragraph" w:customStyle="1" w:styleId="ACAF59EECE89451385D0E4CD62C9EBAD">
    <w:name w:val="ACAF59EECE89451385D0E4CD62C9EBAD"/>
    <w:rsid w:val="00643439"/>
  </w:style>
  <w:style w:type="paragraph" w:customStyle="1" w:styleId="9E191B98CD4B42E2A39EB61822E62DA6">
    <w:name w:val="9E191B98CD4B42E2A39EB61822E62DA6"/>
    <w:rsid w:val="00643439"/>
  </w:style>
  <w:style w:type="paragraph" w:customStyle="1" w:styleId="43EFD636A68B4C1FA56DA5E3A4552591">
    <w:name w:val="43EFD636A68B4C1FA56DA5E3A4552591"/>
    <w:rsid w:val="00643439"/>
  </w:style>
  <w:style w:type="paragraph" w:customStyle="1" w:styleId="3ED152C592DD42FD9983E1C561691698">
    <w:name w:val="3ED152C592DD42FD9983E1C561691698"/>
    <w:rsid w:val="006434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33" ma:contentTypeDescription="Create a new document." ma:contentTypeScope="" ma:versionID="37d3ec2b48d53e45b233ad8f52fe1b11"/>
</file>

<file path=customXml/itemProps1.xml><?xml version="1.0" encoding="utf-8"?>
<ds:datastoreItem xmlns:ds="http://schemas.openxmlformats.org/officeDocument/2006/customXml" ds:itemID="{88A5BC30-E676-4EB7-AA78-A9C63438AB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AAF0D9C-3460-4817-8A97-D75CB8992E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24F406-44E0-42E6-8AFC-A2EC6656AA12}">
  <ds:schemaRefs>
    <ds:schemaRef ds:uri="http://schemas.microsoft.com/office/2006/metadata/contentType"/>
    <ds:schemaRef ds:uri="http://schemas.microsoft.com/office/2006/metadata/properties/metaAttribut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TP030001984</Template>
  <TotalTime>85</TotalTime>
  <Pages>3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GOLDINGER, FLETCHER GELLERT</dc:creator>
  <cp:keywords/>
  <dc:description/>
  <cp:lastModifiedBy>GOLDINGER, FLETCHER GELLERT</cp:lastModifiedBy>
  <cp:revision>3</cp:revision>
  <cp:lastPrinted>2011-09-20T18:08:00Z</cp:lastPrinted>
  <dcterms:created xsi:type="dcterms:W3CDTF">2011-09-20T17:21:00Z</dcterms:created>
  <dcterms:modified xsi:type="dcterms:W3CDTF">2011-09-20T18:46:00Z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TC300019849990</vt:lpwstr>
  </property>
</Properties>
</file>